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543E2" w14:textId="77777777" w:rsidR="00B463B7" w:rsidRPr="00F01963" w:rsidRDefault="00B463B7" w:rsidP="00B463B7">
      <w:pPr>
        <w:pStyle w:val="Title"/>
        <w:jc w:val="right"/>
        <w:rPr>
          <w:rFonts w:ascii="Calibri" w:hAnsi="Calibri" w:cs="Calibri"/>
          <w:u w:val="none"/>
        </w:rPr>
      </w:pPr>
    </w:p>
    <w:p w14:paraId="28DA2891" w14:textId="77777777" w:rsidR="00B463B7" w:rsidRDefault="00B463B7" w:rsidP="00B463B7">
      <w:pPr>
        <w:pStyle w:val="Title"/>
        <w:rPr>
          <w:rFonts w:ascii="Calibri" w:hAnsi="Calibri" w:cs="Calibri"/>
          <w:u w:val="none"/>
        </w:rPr>
      </w:pPr>
      <w:r w:rsidRPr="00F01963">
        <w:rPr>
          <w:rFonts w:ascii="Calibri" w:hAnsi="Calibri" w:cs="Calibri"/>
          <w:u w:val="none"/>
        </w:rPr>
        <w:t>GENERAL HEALTH AND SAFETY RISK ASSESSMENT FORM</w:t>
      </w:r>
    </w:p>
    <w:p w14:paraId="54531911" w14:textId="77777777" w:rsidR="00B463B7" w:rsidRPr="00F01963" w:rsidRDefault="00B463B7" w:rsidP="00B463B7">
      <w:pPr>
        <w:pStyle w:val="Title"/>
        <w:rPr>
          <w:rFonts w:ascii="Calibri" w:hAnsi="Calibri" w:cs="Calibri"/>
          <w:u w:val="none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417"/>
        <w:gridCol w:w="367"/>
        <w:gridCol w:w="767"/>
        <w:gridCol w:w="1134"/>
        <w:gridCol w:w="1941"/>
        <w:gridCol w:w="469"/>
        <w:gridCol w:w="283"/>
        <w:gridCol w:w="284"/>
        <w:gridCol w:w="293"/>
        <w:gridCol w:w="784"/>
        <w:gridCol w:w="156"/>
        <w:gridCol w:w="1256"/>
        <w:gridCol w:w="284"/>
        <w:gridCol w:w="298"/>
        <w:gridCol w:w="298"/>
        <w:gridCol w:w="378"/>
        <w:gridCol w:w="279"/>
        <w:gridCol w:w="671"/>
        <w:gridCol w:w="485"/>
        <w:gridCol w:w="342"/>
        <w:gridCol w:w="855"/>
      </w:tblGrid>
      <w:tr w:rsidR="00B91A22" w:rsidRPr="00F01963" w14:paraId="674473E9" w14:textId="77777777" w:rsidTr="00E960D5">
        <w:trPr>
          <w:trHeight w:val="534"/>
          <w:tblHeader/>
        </w:trPr>
        <w:tc>
          <w:tcPr>
            <w:tcW w:w="2772" w:type="dxa"/>
            <w:gridSpan w:val="3"/>
            <w:shd w:val="clear" w:color="auto" w:fill="9CC2E5" w:themeFill="accent1" w:themeFillTint="99"/>
          </w:tcPr>
          <w:p w14:paraId="12F58B94" w14:textId="77777777" w:rsidR="00B463B7" w:rsidRPr="00F01963" w:rsidRDefault="00B463B7" w:rsidP="006D1A1F">
            <w:pPr>
              <w:pStyle w:val="Title"/>
              <w:jc w:val="left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F01963">
              <w:rPr>
                <w:rFonts w:ascii="Calibri" w:hAnsi="Calibri" w:cs="Calibri"/>
                <w:sz w:val="16"/>
                <w:szCs w:val="16"/>
                <w:u w:val="none"/>
              </w:rPr>
              <w:t>Site</w:t>
            </w:r>
          </w:p>
          <w:p w14:paraId="70F85D8B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842" w:type="dxa"/>
            <w:gridSpan w:val="3"/>
            <w:shd w:val="clear" w:color="auto" w:fill="auto"/>
          </w:tcPr>
          <w:p w14:paraId="032980DB" w14:textId="0DA6719C" w:rsidR="00E81D75" w:rsidRPr="00F01963" w:rsidRDefault="00125DDF" w:rsidP="00E81D75">
            <w:pPr>
              <w:spacing w:after="0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Public engagement events</w:t>
            </w:r>
          </w:p>
        </w:tc>
        <w:tc>
          <w:tcPr>
            <w:tcW w:w="2113" w:type="dxa"/>
            <w:gridSpan w:val="5"/>
            <w:shd w:val="clear" w:color="auto" w:fill="9CC2E5" w:themeFill="accent1" w:themeFillTint="99"/>
          </w:tcPr>
          <w:p w14:paraId="6A40FFA3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Department</w:t>
            </w:r>
          </w:p>
        </w:tc>
        <w:tc>
          <w:tcPr>
            <w:tcW w:w="2949" w:type="dxa"/>
            <w:gridSpan w:val="7"/>
            <w:shd w:val="clear" w:color="auto" w:fill="auto"/>
          </w:tcPr>
          <w:p w14:paraId="5A9C0541" w14:textId="56B0973C" w:rsidR="00B463B7" w:rsidRPr="00F01963" w:rsidRDefault="00E81D75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School of Chemistry</w:t>
            </w:r>
          </w:p>
        </w:tc>
        <w:tc>
          <w:tcPr>
            <w:tcW w:w="1156" w:type="dxa"/>
            <w:gridSpan w:val="2"/>
            <w:shd w:val="clear" w:color="auto" w:fill="9CC2E5" w:themeFill="accent1" w:themeFillTint="99"/>
          </w:tcPr>
          <w:p w14:paraId="2E8274D1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Version / Ref No.</w:t>
            </w:r>
          </w:p>
        </w:tc>
        <w:tc>
          <w:tcPr>
            <w:tcW w:w="1197" w:type="dxa"/>
            <w:gridSpan w:val="2"/>
            <w:shd w:val="clear" w:color="auto" w:fill="auto"/>
          </w:tcPr>
          <w:p w14:paraId="5DC84679" w14:textId="4FA6B149" w:rsidR="00B463B7" w:rsidRPr="00F01963" w:rsidRDefault="00E81D75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1</w:t>
            </w:r>
          </w:p>
        </w:tc>
      </w:tr>
      <w:tr w:rsidR="00B91A22" w:rsidRPr="00F01963" w14:paraId="17FBDF1B" w14:textId="77777777" w:rsidTr="00E960D5">
        <w:trPr>
          <w:trHeight w:val="229"/>
          <w:tblHeader/>
        </w:trPr>
        <w:tc>
          <w:tcPr>
            <w:tcW w:w="2772" w:type="dxa"/>
            <w:gridSpan w:val="3"/>
            <w:shd w:val="clear" w:color="auto" w:fill="9CC2E5" w:themeFill="accent1" w:themeFillTint="99"/>
          </w:tcPr>
          <w:p w14:paraId="481F9752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Activity Location</w:t>
            </w:r>
          </w:p>
        </w:tc>
        <w:tc>
          <w:tcPr>
            <w:tcW w:w="3842" w:type="dxa"/>
            <w:gridSpan w:val="3"/>
            <w:shd w:val="clear" w:color="auto" w:fill="auto"/>
          </w:tcPr>
          <w:p w14:paraId="7EFD1148" w14:textId="6444109D" w:rsidR="00E81D75" w:rsidRPr="00F01963" w:rsidRDefault="00125DDF" w:rsidP="00E81D75">
            <w:pPr>
              <w:spacing w:after="0" w:line="240" w:lineRule="auto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Indoor or outdoor</w:t>
            </w:r>
          </w:p>
        </w:tc>
        <w:tc>
          <w:tcPr>
            <w:tcW w:w="2113" w:type="dxa"/>
            <w:gridSpan w:val="5"/>
            <w:shd w:val="clear" w:color="auto" w:fill="9CC2E5" w:themeFill="accent1" w:themeFillTint="99"/>
          </w:tcPr>
          <w:p w14:paraId="4D8CF7F5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Activity Description</w:t>
            </w:r>
          </w:p>
        </w:tc>
        <w:tc>
          <w:tcPr>
            <w:tcW w:w="5302" w:type="dxa"/>
            <w:gridSpan w:val="11"/>
            <w:shd w:val="clear" w:color="auto" w:fill="auto"/>
          </w:tcPr>
          <w:p w14:paraId="34115523" w14:textId="6C133020" w:rsidR="00B463B7" w:rsidRPr="00F01963" w:rsidRDefault="007D2D18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Giant Interactive Crystal Growth – hands-on public engagement</w:t>
            </w:r>
          </w:p>
        </w:tc>
      </w:tr>
      <w:tr w:rsidR="00B91A22" w:rsidRPr="00F01963" w14:paraId="748DDA21" w14:textId="77777777" w:rsidTr="00E960D5">
        <w:trPr>
          <w:trHeight w:val="136"/>
          <w:tblHeader/>
        </w:trPr>
        <w:tc>
          <w:tcPr>
            <w:tcW w:w="2772" w:type="dxa"/>
            <w:gridSpan w:val="3"/>
            <w:shd w:val="clear" w:color="auto" w:fill="9CC2E5" w:themeFill="accent1" w:themeFillTint="99"/>
          </w:tcPr>
          <w:p w14:paraId="34AADBE9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Assessor</w:t>
            </w:r>
          </w:p>
        </w:tc>
        <w:tc>
          <w:tcPr>
            <w:tcW w:w="3842" w:type="dxa"/>
            <w:gridSpan w:val="3"/>
            <w:shd w:val="clear" w:color="auto" w:fill="auto"/>
          </w:tcPr>
          <w:p w14:paraId="19C34FF7" w14:textId="3F3C0B7E" w:rsidR="00B463B7" w:rsidRPr="00F01963" w:rsidRDefault="005D0168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Hamish Yeung</w:t>
            </w:r>
          </w:p>
        </w:tc>
        <w:tc>
          <w:tcPr>
            <w:tcW w:w="2113" w:type="dxa"/>
            <w:gridSpan w:val="5"/>
            <w:shd w:val="clear" w:color="auto" w:fill="9CC2E5" w:themeFill="accent1" w:themeFillTint="99"/>
          </w:tcPr>
          <w:p w14:paraId="74DF73CB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Assessment Date</w:t>
            </w:r>
          </w:p>
        </w:tc>
        <w:tc>
          <w:tcPr>
            <w:tcW w:w="1412" w:type="dxa"/>
            <w:gridSpan w:val="2"/>
            <w:shd w:val="clear" w:color="auto" w:fill="auto"/>
          </w:tcPr>
          <w:p w14:paraId="3B6A345F" w14:textId="66EA8C5B" w:rsidR="00B463B7" w:rsidRPr="00F01963" w:rsidRDefault="0094168E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0</w:t>
            </w:r>
            <w:r w:rsidR="007D2D18">
              <w:rPr>
                <w:rFonts w:ascii="Calibri" w:hAnsi="Calibri" w:cs="Calibri"/>
                <w:b/>
                <w:sz w:val="16"/>
                <w:szCs w:val="16"/>
              </w:rPr>
              <w:t>2</w:t>
            </w:r>
            <w:r w:rsidR="00E81D75">
              <w:rPr>
                <w:rFonts w:ascii="Calibri" w:hAnsi="Calibri" w:cs="Calibri"/>
                <w:b/>
                <w:sz w:val="16"/>
                <w:szCs w:val="16"/>
              </w:rPr>
              <w:t>/</w:t>
            </w:r>
            <w:r w:rsidR="005D0168">
              <w:rPr>
                <w:rFonts w:ascii="Calibri" w:hAnsi="Calibri" w:cs="Calibri"/>
                <w:b/>
                <w:sz w:val="16"/>
                <w:szCs w:val="16"/>
              </w:rPr>
              <w:t>0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7</w:t>
            </w:r>
            <w:r w:rsidR="00E81D75">
              <w:rPr>
                <w:rFonts w:ascii="Calibri" w:hAnsi="Calibri" w:cs="Calibri"/>
                <w:b/>
                <w:sz w:val="16"/>
                <w:szCs w:val="16"/>
              </w:rPr>
              <w:t>/24</w:t>
            </w:r>
          </w:p>
        </w:tc>
        <w:tc>
          <w:tcPr>
            <w:tcW w:w="1537" w:type="dxa"/>
            <w:gridSpan w:val="5"/>
            <w:shd w:val="clear" w:color="auto" w:fill="9CC2E5" w:themeFill="accent1" w:themeFillTint="99"/>
          </w:tcPr>
          <w:p w14:paraId="746803A4" w14:textId="77C5E38B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Date of Review</w:t>
            </w:r>
          </w:p>
        </w:tc>
        <w:tc>
          <w:tcPr>
            <w:tcW w:w="2353" w:type="dxa"/>
            <w:gridSpan w:val="4"/>
            <w:shd w:val="clear" w:color="auto" w:fill="auto"/>
          </w:tcPr>
          <w:p w14:paraId="55609054" w14:textId="4E585A1D" w:rsidR="00B463B7" w:rsidRPr="00F01963" w:rsidRDefault="00E81D75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0</w:t>
            </w:r>
            <w:r w:rsidR="007D2D18">
              <w:rPr>
                <w:rFonts w:ascii="Calibri" w:hAnsi="Calibri" w:cs="Calibri"/>
                <w:b/>
                <w:sz w:val="16"/>
                <w:szCs w:val="16"/>
              </w:rPr>
              <w:t>2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/0</w:t>
            </w:r>
            <w:r w:rsidR="005D0168">
              <w:rPr>
                <w:rFonts w:ascii="Calibri" w:hAnsi="Calibri" w:cs="Calibri"/>
                <w:b/>
                <w:sz w:val="16"/>
                <w:szCs w:val="16"/>
              </w:rPr>
              <w:t>7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/25</w:t>
            </w:r>
          </w:p>
        </w:tc>
      </w:tr>
      <w:tr w:rsidR="00B91A22" w:rsidRPr="00F01963" w14:paraId="0871118F" w14:textId="77777777" w:rsidTr="00E960D5">
        <w:trPr>
          <w:trHeight w:val="311"/>
          <w:tblHeader/>
        </w:trPr>
        <w:tc>
          <w:tcPr>
            <w:tcW w:w="2772" w:type="dxa"/>
            <w:gridSpan w:val="3"/>
            <w:shd w:val="clear" w:color="auto" w:fill="9CC2E5" w:themeFill="accent1" w:themeFillTint="99"/>
          </w:tcPr>
          <w:p w14:paraId="00F6083F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Academic / Manager Name</w:t>
            </w:r>
          </w:p>
        </w:tc>
        <w:tc>
          <w:tcPr>
            <w:tcW w:w="3842" w:type="dxa"/>
            <w:gridSpan w:val="3"/>
            <w:shd w:val="clear" w:color="auto" w:fill="auto"/>
          </w:tcPr>
          <w:p w14:paraId="79A70DDC" w14:textId="51BCB404" w:rsidR="00B463B7" w:rsidRPr="00F01963" w:rsidRDefault="005D0168" w:rsidP="6F489E12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Hamish Yeung</w:t>
            </w:r>
          </w:p>
        </w:tc>
        <w:tc>
          <w:tcPr>
            <w:tcW w:w="2113" w:type="dxa"/>
            <w:gridSpan w:val="5"/>
            <w:shd w:val="clear" w:color="auto" w:fill="9CC2E5" w:themeFill="accent1" w:themeFillTint="99"/>
          </w:tcPr>
          <w:p w14:paraId="18CB9AE0" w14:textId="1DC086A4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Signature</w:t>
            </w:r>
          </w:p>
        </w:tc>
        <w:tc>
          <w:tcPr>
            <w:tcW w:w="5302" w:type="dxa"/>
            <w:gridSpan w:val="11"/>
            <w:shd w:val="clear" w:color="auto" w:fill="auto"/>
          </w:tcPr>
          <w:p w14:paraId="56013C3F" w14:textId="620CE33E" w:rsidR="00B463B7" w:rsidRPr="00F01963" w:rsidRDefault="005D0168" w:rsidP="44F44E73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Hamish Yeung (</w:t>
            </w:r>
            <w:r w:rsidR="0094168E">
              <w:rPr>
                <w:rFonts w:ascii="Calibri" w:hAnsi="Calibri" w:cs="Calibri"/>
                <w:b/>
                <w:bCs/>
                <w:sz w:val="16"/>
                <w:szCs w:val="16"/>
              </w:rPr>
              <w:t>0</w:t>
            </w:r>
            <w:r w:rsidR="007D2D18">
              <w:rPr>
                <w:rFonts w:ascii="Calibri" w:hAnsi="Calibri" w:cs="Calibri"/>
                <w:b/>
                <w:bCs/>
                <w:sz w:val="16"/>
                <w:szCs w:val="16"/>
              </w:rPr>
              <w:t>2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/07/2024</w:t>
            </w:r>
            <w:r w:rsidR="0094168E">
              <w:rPr>
                <w:rFonts w:ascii="Calibri" w:hAnsi="Calibri" w:cs="Calibri"/>
                <w:b/>
                <w:bCs/>
                <w:sz w:val="16"/>
                <w:szCs w:val="16"/>
              </w:rPr>
              <w:t>)</w:t>
            </w:r>
          </w:p>
        </w:tc>
      </w:tr>
      <w:tr w:rsidR="0094168E" w:rsidRPr="00901990" w14:paraId="6D9229AB" w14:textId="77777777" w:rsidTr="003C7310">
        <w:trPr>
          <w:trHeight w:val="1054"/>
          <w:tblHeader/>
        </w:trPr>
        <w:tc>
          <w:tcPr>
            <w:tcW w:w="4673" w:type="dxa"/>
            <w:gridSpan w:val="5"/>
            <w:shd w:val="clear" w:color="auto" w:fill="auto"/>
          </w:tcPr>
          <w:p w14:paraId="51C217E9" w14:textId="430E41A4" w:rsidR="0094168E" w:rsidRPr="00901990" w:rsidRDefault="0094168E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sz w:val="16"/>
                <w:szCs w:val="16"/>
                <w:u w:val="none"/>
              </w:rPr>
              <w:t>Description of activity assessed:</w:t>
            </w:r>
          </w:p>
        </w:tc>
        <w:tc>
          <w:tcPr>
            <w:tcW w:w="6724" w:type="dxa"/>
            <w:gridSpan w:val="12"/>
            <w:shd w:val="clear" w:color="auto" w:fill="auto"/>
          </w:tcPr>
          <w:p w14:paraId="4B2816E8" w14:textId="103CA82E" w:rsidR="0094168E" w:rsidRPr="007D2D18" w:rsidRDefault="0094168E" w:rsidP="0094168E">
            <w:pPr>
              <w:pStyle w:val="Title"/>
              <w:jc w:val="left"/>
              <w:rPr>
                <w:rFonts w:ascii="Calibri" w:hAnsi="Calibri" w:cs="Calibri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sz w:val="16"/>
                <w:szCs w:val="16"/>
                <w:u w:val="none"/>
              </w:rPr>
              <w:t xml:space="preserve">Setting up, running and packing up </w:t>
            </w:r>
            <w:r w:rsidR="007D2D18">
              <w:rPr>
                <w:rFonts w:ascii="Calibri" w:hAnsi="Calibri" w:cs="Calibri"/>
                <w:sz w:val="16"/>
                <w:szCs w:val="16"/>
                <w:u w:val="none"/>
              </w:rPr>
              <w:t xml:space="preserve">of </w:t>
            </w:r>
            <w:r w:rsidR="007D2D18" w:rsidRPr="007D2D18">
              <w:rPr>
                <w:rFonts w:ascii="Calibri" w:hAnsi="Calibri" w:cs="Calibri"/>
                <w:sz w:val="16"/>
                <w:szCs w:val="16"/>
                <w:u w:val="none"/>
              </w:rPr>
              <w:t xml:space="preserve">Giant Interactive Crystal Growth: a hands-on interactive </w:t>
            </w:r>
            <w:r w:rsidR="007D2D18">
              <w:rPr>
                <w:rFonts w:ascii="Calibri" w:hAnsi="Calibri" w:cs="Calibri"/>
                <w:sz w:val="16"/>
                <w:szCs w:val="16"/>
                <w:u w:val="none"/>
              </w:rPr>
              <w:t>activity</w:t>
            </w:r>
            <w:r w:rsidR="007D2D18" w:rsidRPr="007D2D18">
              <w:rPr>
                <w:rFonts w:ascii="Calibri" w:hAnsi="Calibri" w:cs="Calibri"/>
                <w:sz w:val="16"/>
                <w:szCs w:val="16"/>
                <w:u w:val="none"/>
              </w:rPr>
              <w:t xml:space="preserve"> for public engagement </w:t>
            </w:r>
          </w:p>
          <w:p w14:paraId="514FF310" w14:textId="70E8F3A1" w:rsidR="0094168E" w:rsidRDefault="0094168E" w:rsidP="0094168E">
            <w:pPr>
              <w:pStyle w:val="Title"/>
              <w:jc w:val="left"/>
              <w:rPr>
                <w:rFonts w:ascii="Calibri" w:hAnsi="Calibri" w:cs="Calibri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sz w:val="16"/>
                <w:szCs w:val="16"/>
                <w:u w:val="none"/>
              </w:rPr>
              <w:t xml:space="preserve">Setup: </w:t>
            </w:r>
            <w:r w:rsidRPr="0094168E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Transporting activity boxes and equipment, </w:t>
            </w:r>
            <w:r w:rsidR="007D2D18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setting up the</w:t>
            </w:r>
            <w:r w:rsidRPr="0094168E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activit</w:t>
            </w:r>
            <w:r w:rsidR="007D2D18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y.</w:t>
            </w:r>
          </w:p>
          <w:p w14:paraId="11859DB6" w14:textId="3A8C4335" w:rsidR="0094168E" w:rsidRDefault="0094168E" w:rsidP="0094168E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sz w:val="16"/>
                <w:szCs w:val="16"/>
                <w:u w:val="none"/>
              </w:rPr>
              <w:t xml:space="preserve">Running: </w:t>
            </w:r>
            <w:r w:rsidR="007D2D18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P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ublic engagement</w:t>
            </w:r>
            <w:r w:rsidR="003C7310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involving building a large model of a crystal,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led by trained demonstrators.</w:t>
            </w:r>
            <w:r w:rsidR="001E2F9A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</w:t>
            </w:r>
          </w:p>
          <w:p w14:paraId="1E1C1F30" w14:textId="5EFB4165" w:rsidR="0094168E" w:rsidRPr="0094168E" w:rsidRDefault="0094168E" w:rsidP="0094168E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sz w:val="16"/>
                <w:szCs w:val="16"/>
                <w:u w:val="none"/>
              </w:rPr>
              <w:t xml:space="preserve">Packing up: 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Packing away </w:t>
            </w:r>
            <w:r w:rsidR="007D2D18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the 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activit</w:t>
            </w:r>
            <w:r w:rsidR="007D2D18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y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.</w:t>
            </w:r>
          </w:p>
        </w:tc>
        <w:tc>
          <w:tcPr>
            <w:tcW w:w="2632" w:type="dxa"/>
            <w:gridSpan w:val="5"/>
            <w:shd w:val="clear" w:color="auto" w:fill="auto"/>
          </w:tcPr>
          <w:p w14:paraId="37E52A3D" w14:textId="77777777" w:rsidR="0094168E" w:rsidRPr="00901990" w:rsidRDefault="0094168E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</w:tr>
      <w:tr w:rsidR="00B91A22" w:rsidRPr="00901990" w14:paraId="5FB2A616" w14:textId="77777777" w:rsidTr="00DF6AF5">
        <w:trPr>
          <w:trHeight w:val="249"/>
          <w:tblHeader/>
        </w:trPr>
        <w:tc>
          <w:tcPr>
            <w:tcW w:w="4673" w:type="dxa"/>
            <w:gridSpan w:val="5"/>
            <w:shd w:val="clear" w:color="auto" w:fill="00B0F0"/>
          </w:tcPr>
          <w:p w14:paraId="74BB582A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Hazard Assessment</w:t>
            </w:r>
          </w:p>
        </w:tc>
        <w:tc>
          <w:tcPr>
            <w:tcW w:w="6724" w:type="dxa"/>
            <w:gridSpan w:val="12"/>
            <w:shd w:val="clear" w:color="auto" w:fill="00B0F0"/>
          </w:tcPr>
          <w:p w14:paraId="52322C75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Control Assessment</w:t>
            </w:r>
          </w:p>
        </w:tc>
        <w:tc>
          <w:tcPr>
            <w:tcW w:w="2632" w:type="dxa"/>
            <w:gridSpan w:val="5"/>
            <w:shd w:val="clear" w:color="auto" w:fill="00B0F0"/>
          </w:tcPr>
          <w:p w14:paraId="69E05F3D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Actions</w:t>
            </w:r>
          </w:p>
        </w:tc>
      </w:tr>
      <w:tr w:rsidR="00815189" w:rsidRPr="00901990" w14:paraId="40A6DCE3" w14:textId="77777777" w:rsidTr="0002501E">
        <w:trPr>
          <w:trHeight w:val="383"/>
          <w:tblHeader/>
        </w:trPr>
        <w:tc>
          <w:tcPr>
            <w:tcW w:w="988" w:type="dxa"/>
            <w:vMerge w:val="restart"/>
            <w:shd w:val="clear" w:color="auto" w:fill="DEEAF6" w:themeFill="accent1" w:themeFillTint="33"/>
          </w:tcPr>
          <w:p w14:paraId="639A8EA7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Hazard Category</w:t>
            </w:r>
          </w:p>
        </w:tc>
        <w:tc>
          <w:tcPr>
            <w:tcW w:w="1417" w:type="dxa"/>
            <w:vMerge w:val="restart"/>
            <w:shd w:val="clear" w:color="auto" w:fill="DEEAF6" w:themeFill="accent1" w:themeFillTint="33"/>
          </w:tcPr>
          <w:p w14:paraId="3B5F95C1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Hazards Identified</w:t>
            </w:r>
          </w:p>
          <w:p w14:paraId="5D00D4F8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1134" w:type="dxa"/>
            <w:gridSpan w:val="2"/>
            <w:vMerge w:val="restart"/>
            <w:shd w:val="clear" w:color="auto" w:fill="DEEAF6" w:themeFill="accent1" w:themeFillTint="33"/>
          </w:tcPr>
          <w:p w14:paraId="2EC63B5A" w14:textId="736CFC4E" w:rsidR="00A06990" w:rsidRPr="00D1025C" w:rsidRDefault="00B463B7" w:rsidP="00E960D5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Who might be harmed?</w:t>
            </w:r>
          </w:p>
        </w:tc>
        <w:tc>
          <w:tcPr>
            <w:tcW w:w="1134" w:type="dxa"/>
            <w:vMerge w:val="restart"/>
            <w:shd w:val="clear" w:color="auto" w:fill="DEEAF6" w:themeFill="accent1" w:themeFillTint="33"/>
          </w:tcPr>
          <w:p w14:paraId="05DFB128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How might people be harmed?</w:t>
            </w:r>
          </w:p>
        </w:tc>
        <w:tc>
          <w:tcPr>
            <w:tcW w:w="2410" w:type="dxa"/>
            <w:gridSpan w:val="2"/>
            <w:vMerge w:val="restart"/>
            <w:shd w:val="clear" w:color="auto" w:fill="DEEAF6" w:themeFill="accent1" w:themeFillTint="33"/>
          </w:tcPr>
          <w:p w14:paraId="719C0D9E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Existing Control Measures</w:t>
            </w:r>
          </w:p>
        </w:tc>
        <w:tc>
          <w:tcPr>
            <w:tcW w:w="860" w:type="dxa"/>
            <w:gridSpan w:val="3"/>
            <w:shd w:val="clear" w:color="auto" w:fill="DEEAF6" w:themeFill="accent1" w:themeFillTint="33"/>
          </w:tcPr>
          <w:p w14:paraId="0AC3482F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Initial Risk Rating</w:t>
            </w:r>
          </w:p>
        </w:tc>
        <w:tc>
          <w:tcPr>
            <w:tcW w:w="940" w:type="dxa"/>
            <w:gridSpan w:val="2"/>
            <w:vMerge w:val="restart"/>
            <w:shd w:val="clear" w:color="auto" w:fill="DEEAF6" w:themeFill="accent1" w:themeFillTint="33"/>
          </w:tcPr>
          <w:p w14:paraId="00B4E834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Are these adequate?</w:t>
            </w:r>
          </w:p>
          <w:p w14:paraId="373CBE0D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Yes/No</w:t>
            </w:r>
          </w:p>
          <w:p w14:paraId="3053C42E" w14:textId="77777777" w:rsidR="00B463B7" w:rsidRPr="00D1025C" w:rsidRDefault="00B463B7" w:rsidP="006D1A1F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1540" w:type="dxa"/>
            <w:gridSpan w:val="2"/>
            <w:vMerge w:val="restart"/>
            <w:shd w:val="clear" w:color="auto" w:fill="DEEAF6" w:themeFill="accent1" w:themeFillTint="33"/>
          </w:tcPr>
          <w:p w14:paraId="1899D448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Changes to/ Additional Controls</w:t>
            </w:r>
          </w:p>
        </w:tc>
        <w:tc>
          <w:tcPr>
            <w:tcW w:w="974" w:type="dxa"/>
            <w:gridSpan w:val="3"/>
            <w:shd w:val="clear" w:color="auto" w:fill="DEEAF6" w:themeFill="accent1" w:themeFillTint="33"/>
          </w:tcPr>
          <w:p w14:paraId="60719124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Residual Risk Rating</w:t>
            </w:r>
          </w:p>
        </w:tc>
        <w:tc>
          <w:tcPr>
            <w:tcW w:w="950" w:type="dxa"/>
            <w:gridSpan w:val="2"/>
            <w:vMerge w:val="restart"/>
            <w:shd w:val="clear" w:color="auto" w:fill="DEEAF6" w:themeFill="accent1" w:themeFillTint="33"/>
          </w:tcPr>
          <w:p w14:paraId="7FD9FAC0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Owner</w:t>
            </w:r>
          </w:p>
        </w:tc>
        <w:tc>
          <w:tcPr>
            <w:tcW w:w="827" w:type="dxa"/>
            <w:gridSpan w:val="2"/>
            <w:vMerge w:val="restart"/>
            <w:shd w:val="clear" w:color="auto" w:fill="DEEAF6" w:themeFill="accent1" w:themeFillTint="33"/>
          </w:tcPr>
          <w:p w14:paraId="68758E6F" w14:textId="77777777" w:rsidR="0062067F" w:rsidRDefault="0062067F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Due </w:t>
            </w:r>
          </w:p>
          <w:p w14:paraId="00E62DBE" w14:textId="77777777" w:rsidR="00B463B7" w:rsidRPr="00D1025C" w:rsidRDefault="0062067F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Date</w:t>
            </w:r>
          </w:p>
          <w:p w14:paraId="19757757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  <w:vMerge w:val="restart"/>
            <w:shd w:val="clear" w:color="auto" w:fill="DEEAF6" w:themeFill="accent1" w:themeFillTint="33"/>
          </w:tcPr>
          <w:p w14:paraId="4A70099E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Action Complete</w:t>
            </w:r>
          </w:p>
          <w:p w14:paraId="472DBC8A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B91A22" w:rsidRPr="00901990" w14:paraId="6AEF27C6" w14:textId="77777777" w:rsidTr="0002501E">
        <w:trPr>
          <w:trHeight w:val="93"/>
          <w:tblHeader/>
        </w:trPr>
        <w:tc>
          <w:tcPr>
            <w:tcW w:w="988" w:type="dxa"/>
            <w:vMerge/>
          </w:tcPr>
          <w:p w14:paraId="5C74D9BD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1417" w:type="dxa"/>
            <w:vMerge/>
          </w:tcPr>
          <w:p w14:paraId="09D2095F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1134" w:type="dxa"/>
            <w:gridSpan w:val="2"/>
            <w:vMerge/>
          </w:tcPr>
          <w:p w14:paraId="59BE2F97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1134" w:type="dxa"/>
            <w:vMerge/>
          </w:tcPr>
          <w:p w14:paraId="7034A8E4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2410" w:type="dxa"/>
            <w:gridSpan w:val="2"/>
            <w:vMerge/>
          </w:tcPr>
          <w:p w14:paraId="2F402864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DEEAF6" w:themeFill="accent1" w:themeFillTint="33"/>
          </w:tcPr>
          <w:p w14:paraId="4B5A5E04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S</w:t>
            </w:r>
          </w:p>
        </w:tc>
        <w:tc>
          <w:tcPr>
            <w:tcW w:w="284" w:type="dxa"/>
            <w:tcBorders>
              <w:bottom w:val="nil"/>
            </w:tcBorders>
            <w:shd w:val="clear" w:color="auto" w:fill="DEEAF6" w:themeFill="accent1" w:themeFillTint="33"/>
          </w:tcPr>
          <w:p w14:paraId="64D5A98D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L</w:t>
            </w:r>
          </w:p>
        </w:tc>
        <w:tc>
          <w:tcPr>
            <w:tcW w:w="293" w:type="dxa"/>
            <w:tcBorders>
              <w:bottom w:val="nil"/>
            </w:tcBorders>
            <w:shd w:val="clear" w:color="auto" w:fill="DEEAF6" w:themeFill="accent1" w:themeFillTint="33"/>
          </w:tcPr>
          <w:p w14:paraId="73D667DA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R</w:t>
            </w:r>
          </w:p>
        </w:tc>
        <w:tc>
          <w:tcPr>
            <w:tcW w:w="940" w:type="dxa"/>
            <w:gridSpan w:val="2"/>
            <w:vMerge/>
          </w:tcPr>
          <w:p w14:paraId="035B0A0A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1540" w:type="dxa"/>
            <w:gridSpan w:val="2"/>
            <w:vMerge/>
          </w:tcPr>
          <w:p w14:paraId="569CCE37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tcBorders>
              <w:bottom w:val="nil"/>
            </w:tcBorders>
            <w:shd w:val="clear" w:color="auto" w:fill="DEEAF6" w:themeFill="accent1" w:themeFillTint="33"/>
          </w:tcPr>
          <w:p w14:paraId="589FF0BE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S</w:t>
            </w:r>
          </w:p>
        </w:tc>
        <w:tc>
          <w:tcPr>
            <w:tcW w:w="298" w:type="dxa"/>
            <w:tcBorders>
              <w:bottom w:val="nil"/>
            </w:tcBorders>
            <w:shd w:val="clear" w:color="auto" w:fill="DEEAF6" w:themeFill="accent1" w:themeFillTint="33"/>
          </w:tcPr>
          <w:p w14:paraId="0AE37DEC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L</w:t>
            </w:r>
          </w:p>
        </w:tc>
        <w:tc>
          <w:tcPr>
            <w:tcW w:w="378" w:type="dxa"/>
            <w:tcBorders>
              <w:bottom w:val="nil"/>
            </w:tcBorders>
            <w:shd w:val="clear" w:color="auto" w:fill="DEEAF6" w:themeFill="accent1" w:themeFillTint="33"/>
          </w:tcPr>
          <w:p w14:paraId="5462727E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R</w:t>
            </w:r>
          </w:p>
        </w:tc>
        <w:tc>
          <w:tcPr>
            <w:tcW w:w="950" w:type="dxa"/>
            <w:gridSpan w:val="2"/>
            <w:vMerge/>
          </w:tcPr>
          <w:p w14:paraId="5FCF289C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vMerge/>
          </w:tcPr>
          <w:p w14:paraId="2955C489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855" w:type="dxa"/>
            <w:vMerge/>
          </w:tcPr>
          <w:p w14:paraId="5A6189C5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</w:tr>
      <w:tr w:rsidR="00C165A9" w:rsidRPr="00901990" w14:paraId="5B03FC9C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2411D19B" w14:textId="029AC7CD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Physical injury</w:t>
            </w:r>
          </w:p>
        </w:tc>
        <w:tc>
          <w:tcPr>
            <w:tcW w:w="1417" w:type="dxa"/>
            <w:shd w:val="clear" w:color="auto" w:fill="auto"/>
          </w:tcPr>
          <w:p w14:paraId="5AA2EBF1" w14:textId="1527D03E" w:rsidR="00C165A9" w:rsidRDefault="00E01962" w:rsidP="001E2F9A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Loading and u</w:t>
            </w:r>
            <w:r w:rsidR="00C165A9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nloading activities from car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7426514" w14:textId="7E9426AD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</w:t>
            </w:r>
          </w:p>
        </w:tc>
        <w:tc>
          <w:tcPr>
            <w:tcW w:w="1134" w:type="dxa"/>
            <w:shd w:val="clear" w:color="auto" w:fill="auto"/>
          </w:tcPr>
          <w:p w14:paraId="092C72A8" w14:textId="093DA617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Back injur</w:t>
            </w:r>
            <w:r w:rsidR="00AB10FE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ies 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from lifting and lowering heavy objects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041DC17C" w14:textId="77777777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Use gripper gloves for heavy loads and multiple objects.</w:t>
            </w:r>
          </w:p>
          <w:p w14:paraId="1DA743D3" w14:textId="77777777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Observe good practice in manual </w:t>
            </w:r>
            <w:proofErr w:type="gramStart"/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handling;</w:t>
            </w:r>
            <w:proofErr w:type="gramEnd"/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e.g., lift from the legs and keep back upright. </w:t>
            </w:r>
          </w:p>
          <w:p w14:paraId="093747F7" w14:textId="4106CC0F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Handle heavy objects with multiple people.</w:t>
            </w:r>
          </w:p>
        </w:tc>
        <w:tc>
          <w:tcPr>
            <w:tcW w:w="283" w:type="dxa"/>
            <w:shd w:val="clear" w:color="auto" w:fill="auto"/>
          </w:tcPr>
          <w:p w14:paraId="28D0734C" w14:textId="79032292" w:rsidR="00C165A9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284" w:type="dxa"/>
            <w:shd w:val="clear" w:color="auto" w:fill="auto"/>
          </w:tcPr>
          <w:p w14:paraId="5FE3F6A9" w14:textId="0CF84E63" w:rsidR="00C165A9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93" w:type="dxa"/>
            <w:shd w:val="clear" w:color="auto" w:fill="auto"/>
          </w:tcPr>
          <w:p w14:paraId="477A993F" w14:textId="4448A3B4" w:rsidR="00C165A9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4555D649" w14:textId="60A99167" w:rsidR="00C165A9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090A848A" w14:textId="62C3FCF9" w:rsidR="00C165A9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738B69B0" w14:textId="77777777" w:rsidR="00C165A9" w:rsidRPr="00D1025C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466270AF" w14:textId="77777777" w:rsidR="00C165A9" w:rsidRPr="00D1025C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4989CB35" w14:textId="77777777" w:rsidR="00C165A9" w:rsidRPr="00D1025C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46457DBB" w14:textId="77777777" w:rsidR="00C165A9" w:rsidRPr="00D1025C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72F541BA" w14:textId="77777777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45E771C2" w14:textId="77777777" w:rsidR="00C165A9" w:rsidRPr="00D1025C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AB10FE" w:rsidRPr="00901990" w14:paraId="679F105E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08B376FE" w14:textId="1D196E10" w:rsidR="00AB10FE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Physical injury</w:t>
            </w:r>
          </w:p>
        </w:tc>
        <w:tc>
          <w:tcPr>
            <w:tcW w:w="1417" w:type="dxa"/>
            <w:shd w:val="clear" w:color="auto" w:fill="auto"/>
          </w:tcPr>
          <w:p w14:paraId="67E89310" w14:textId="1150C18A" w:rsidR="00AB10FE" w:rsidRDefault="00A2786B" w:rsidP="001E2F9A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Packing and u</w:t>
            </w:r>
            <w:r w:rsidR="00E01962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npacking h</w:t>
            </w:r>
            <w:r w:rsidR="00AB10FE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eavy boxes, potentially containing broken parts after transit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05EADC5" w14:textId="4F2717C4" w:rsidR="00AB10FE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</w:t>
            </w:r>
          </w:p>
        </w:tc>
        <w:tc>
          <w:tcPr>
            <w:tcW w:w="1134" w:type="dxa"/>
            <w:shd w:val="clear" w:color="auto" w:fill="auto"/>
          </w:tcPr>
          <w:p w14:paraId="68BD4B5F" w14:textId="77777777" w:rsidR="00AB10FE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Back injuries from lifting and lowering heavy objects.</w:t>
            </w:r>
          </w:p>
          <w:p w14:paraId="58BBBF3B" w14:textId="77777777" w:rsidR="00AB10FE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Skin piercing from sharp broken objects</w:t>
            </w:r>
            <w:r w:rsidR="009661DF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.</w:t>
            </w:r>
          </w:p>
          <w:p w14:paraId="2B3D3A0E" w14:textId="6808B075" w:rsidR="009661DF" w:rsidRDefault="009661DF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14:paraId="253837C2" w14:textId="048E896A" w:rsidR="00AB10FE" w:rsidRDefault="00AB10FE" w:rsidP="00AB10FE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When </w:t>
            </w:r>
            <w:r w:rsidR="00A2786B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lifting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boxes, observe good practice in manual </w:t>
            </w:r>
            <w:proofErr w:type="gramStart"/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handling;</w:t>
            </w:r>
            <w:proofErr w:type="gramEnd"/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e.g., lift from the legs and keep back upright. </w:t>
            </w:r>
          </w:p>
          <w:p w14:paraId="35F6E329" w14:textId="77777777" w:rsidR="00AB10FE" w:rsidRDefault="00AB10FE" w:rsidP="00AB10FE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Handle heavy objects with multiple people.</w:t>
            </w:r>
          </w:p>
          <w:p w14:paraId="6B601A14" w14:textId="6DEAC9AD" w:rsidR="00AB10FE" w:rsidRDefault="00AB10FE" w:rsidP="00AB10FE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Take care when opening boxes </w:t>
            </w:r>
            <w:r w:rsidR="0002501E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and inspect visually before reaching in 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in case contents have broken in transit.</w:t>
            </w:r>
          </w:p>
          <w:p w14:paraId="21834D5A" w14:textId="7C68A1FB" w:rsidR="009661DF" w:rsidRDefault="0002501E" w:rsidP="007D2D18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If contents have broken, carefully remove from box</w:t>
            </w:r>
            <w:r w:rsidR="007D2D18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and dispose of.</w:t>
            </w:r>
          </w:p>
          <w:p w14:paraId="1C5D8C74" w14:textId="77777777" w:rsidR="00A2786B" w:rsidRDefault="00A2786B" w:rsidP="00AB10FE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Place contents carefully into boxes and ensure any fragile items are suitably wrapped</w:t>
            </w:r>
            <w:r w:rsidR="00224467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.</w:t>
            </w:r>
          </w:p>
          <w:p w14:paraId="66E8FC9B" w14:textId="34A2BDC1" w:rsidR="00224467" w:rsidRDefault="00224467" w:rsidP="00AB10FE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Do not overfill boxes.</w:t>
            </w:r>
          </w:p>
        </w:tc>
        <w:tc>
          <w:tcPr>
            <w:tcW w:w="283" w:type="dxa"/>
            <w:shd w:val="clear" w:color="auto" w:fill="auto"/>
          </w:tcPr>
          <w:p w14:paraId="132FB821" w14:textId="4C04D09A" w:rsidR="00AB10FE" w:rsidRDefault="007D2D1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Medium</w:t>
            </w:r>
          </w:p>
        </w:tc>
        <w:tc>
          <w:tcPr>
            <w:tcW w:w="284" w:type="dxa"/>
            <w:shd w:val="clear" w:color="auto" w:fill="auto"/>
          </w:tcPr>
          <w:p w14:paraId="28B77A18" w14:textId="77EED198" w:rsidR="00AB10FE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293" w:type="dxa"/>
            <w:shd w:val="clear" w:color="auto" w:fill="auto"/>
          </w:tcPr>
          <w:p w14:paraId="21D3B5B9" w14:textId="6740F68D" w:rsidR="00AB10FE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51EF4D3A" w14:textId="5482B1E0" w:rsidR="00AB10FE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64728DCC" w14:textId="3EA2E6C0" w:rsidR="00AB10FE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19B6C23F" w14:textId="77777777" w:rsidR="00AB10FE" w:rsidRPr="00D1025C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1346BD63" w14:textId="77777777" w:rsidR="00AB10FE" w:rsidRPr="00D1025C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1BDC31EB" w14:textId="77777777" w:rsidR="00AB10FE" w:rsidRPr="00D1025C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6973CBA0" w14:textId="77777777" w:rsidR="00AB10FE" w:rsidRPr="00D1025C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1A57AF5D" w14:textId="77777777" w:rsidR="00AB10FE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30EF4E64" w14:textId="77777777" w:rsidR="00AB10FE" w:rsidRPr="00D1025C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1E2F9A" w:rsidRPr="00901990" w14:paraId="3B3D7ACE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650F8D4C" w14:textId="0CFA50F6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Falling and tripping</w:t>
            </w:r>
          </w:p>
        </w:tc>
        <w:tc>
          <w:tcPr>
            <w:tcW w:w="1417" w:type="dxa"/>
            <w:shd w:val="clear" w:color="auto" w:fill="auto"/>
          </w:tcPr>
          <w:p w14:paraId="20AC8C68" w14:textId="4B27AFAC" w:rsidR="001E2F9A" w:rsidRPr="00731342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Uneven, wet or muddy floor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693258F" w14:textId="053A1EAE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students, members of public</w:t>
            </w:r>
          </w:p>
        </w:tc>
        <w:tc>
          <w:tcPr>
            <w:tcW w:w="1134" w:type="dxa"/>
            <w:shd w:val="clear" w:color="auto" w:fill="auto"/>
          </w:tcPr>
          <w:p w14:paraId="2614A622" w14:textId="5FE22518" w:rsidR="001E2F9A" w:rsidRPr="007D6262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Bodily injury – e.g., bumps, fractured wrists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27C7CAD2" w14:textId="77777777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Demonstrators to wear suitable footwear for the conditions.</w:t>
            </w:r>
          </w:p>
          <w:p w14:paraId="01362F43" w14:textId="793B54FB" w:rsidR="001E2F9A" w:rsidRPr="00731342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Take care when moving around the </w:t>
            </w:r>
            <w:r w:rsidR="007D2D18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activity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.</w:t>
            </w:r>
          </w:p>
        </w:tc>
        <w:tc>
          <w:tcPr>
            <w:tcW w:w="283" w:type="dxa"/>
            <w:shd w:val="clear" w:color="auto" w:fill="auto"/>
          </w:tcPr>
          <w:p w14:paraId="16BFC6B4" w14:textId="562D06F5" w:rsidR="001E2F9A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284" w:type="dxa"/>
            <w:shd w:val="clear" w:color="auto" w:fill="auto"/>
          </w:tcPr>
          <w:p w14:paraId="5636A50F" w14:textId="5A5BDA20" w:rsidR="001E2F9A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93" w:type="dxa"/>
            <w:shd w:val="clear" w:color="auto" w:fill="auto"/>
          </w:tcPr>
          <w:p w14:paraId="0967023D" w14:textId="3FDE6B8C" w:rsidR="001E2F9A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4FCD886B" w14:textId="741D1A8A" w:rsidR="001E2F9A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1AF75BCC" w14:textId="7EBE7074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1E895C4E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16A6E2D9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1B594F63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4C47576A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67F15E2A" w14:textId="77777777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31B6573D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1E2F9A" w:rsidRPr="00901990" w14:paraId="7D75BC43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1542238A" w14:textId="52D9991C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Falling and tripping</w:t>
            </w:r>
          </w:p>
        </w:tc>
        <w:tc>
          <w:tcPr>
            <w:tcW w:w="1417" w:type="dxa"/>
            <w:shd w:val="clear" w:color="auto" w:fill="auto"/>
          </w:tcPr>
          <w:p w14:paraId="255A1923" w14:textId="75DA7E48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Raised edge of foam activity mat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C830971" w14:textId="0FE7F57C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students, members of public</w:t>
            </w:r>
          </w:p>
        </w:tc>
        <w:tc>
          <w:tcPr>
            <w:tcW w:w="1134" w:type="dxa"/>
            <w:shd w:val="clear" w:color="auto" w:fill="auto"/>
          </w:tcPr>
          <w:p w14:paraId="1A0DF098" w14:textId="26C54EC3" w:rsidR="001E2F9A" w:rsidRPr="007D6262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Bodily injury – e.g., bumps, fractured wrists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59BBF484" w14:textId="1F4B43D3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On uneven ground, secure edges of mat with duct tape.</w:t>
            </w:r>
          </w:p>
          <w:p w14:paraId="3CA1BA06" w14:textId="6DA891ED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Position the mat at least 1m away from other objects, such as tables, to allow for space to walk around.</w:t>
            </w:r>
          </w:p>
          <w:p w14:paraId="23D3C812" w14:textId="632E0672" w:rsidR="001E2F9A" w:rsidRPr="00731342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Take care when moving around the mat.</w:t>
            </w:r>
          </w:p>
        </w:tc>
        <w:tc>
          <w:tcPr>
            <w:tcW w:w="283" w:type="dxa"/>
            <w:shd w:val="clear" w:color="auto" w:fill="auto"/>
          </w:tcPr>
          <w:p w14:paraId="0EAF0DA5" w14:textId="077F76AF" w:rsidR="001E2F9A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284" w:type="dxa"/>
            <w:shd w:val="clear" w:color="auto" w:fill="auto"/>
          </w:tcPr>
          <w:p w14:paraId="6CAB21C5" w14:textId="0804B60C" w:rsidR="001E2F9A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93" w:type="dxa"/>
            <w:shd w:val="clear" w:color="auto" w:fill="auto"/>
          </w:tcPr>
          <w:p w14:paraId="7C3B708F" w14:textId="37C099B0" w:rsidR="001E2F9A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0F5A10AB" w14:textId="4325EE35" w:rsidR="001E2F9A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0D3E2732" w14:textId="4298279B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2472700C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55414FC1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459D7F52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462A4F52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6031D128" w14:textId="77777777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7231D999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1E2F9A" w:rsidRPr="00901990" w14:paraId="2470DAD0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724A0106" w14:textId="2C65005B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Swallowing and Choking</w:t>
            </w:r>
          </w:p>
        </w:tc>
        <w:tc>
          <w:tcPr>
            <w:tcW w:w="1417" w:type="dxa"/>
            <w:shd w:val="clear" w:color="auto" w:fill="auto"/>
          </w:tcPr>
          <w:p w14:paraId="1C162BA2" w14:textId="63815FB6" w:rsidR="001E2F9A" w:rsidRPr="00731342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Toys with small parts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994A16C" w14:textId="1C304C10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Children</w:t>
            </w:r>
          </w:p>
        </w:tc>
        <w:tc>
          <w:tcPr>
            <w:tcW w:w="1134" w:type="dxa"/>
            <w:shd w:val="clear" w:color="auto" w:fill="auto"/>
          </w:tcPr>
          <w:p w14:paraId="76016F38" w14:textId="5118BBD2" w:rsidR="001E2F9A" w:rsidRPr="007D6262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Swallowing or choking on small toy parts (</w:t>
            </w:r>
            <w:proofErr w:type="spellStart"/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Zoobs</w:t>
            </w:r>
            <w:proofErr w:type="spellEnd"/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)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50ECC8D7" w14:textId="26E1B11B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Manufacturers recommended age is 6+; advise adults to closely supervise children below the age of 6. </w:t>
            </w:r>
          </w:p>
          <w:p w14:paraId="2ADC46D5" w14:textId="0CD0AD13" w:rsidR="005C2D35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Do not give pieces to any unsupervised child below the age of 6.</w:t>
            </w:r>
          </w:p>
          <w:p w14:paraId="0B18E163" w14:textId="33294299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Remove and dispose of any broken pieces.</w:t>
            </w:r>
          </w:p>
          <w:p w14:paraId="3014A005" w14:textId="1AB5BE55" w:rsidR="001E2F9A" w:rsidRPr="00731342" w:rsidRDefault="004F461B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Do not put pieces in the mouth.</w:t>
            </w:r>
            <w:r w:rsidR="001E2F9A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</w:t>
            </w:r>
          </w:p>
        </w:tc>
        <w:tc>
          <w:tcPr>
            <w:tcW w:w="283" w:type="dxa"/>
            <w:shd w:val="clear" w:color="auto" w:fill="auto"/>
          </w:tcPr>
          <w:p w14:paraId="224BB037" w14:textId="1EFD8190" w:rsidR="001E2F9A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Low</w:t>
            </w:r>
          </w:p>
        </w:tc>
        <w:tc>
          <w:tcPr>
            <w:tcW w:w="284" w:type="dxa"/>
            <w:shd w:val="clear" w:color="auto" w:fill="auto"/>
          </w:tcPr>
          <w:p w14:paraId="4CB403FF" w14:textId="322DA295" w:rsidR="001E2F9A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293" w:type="dxa"/>
            <w:shd w:val="clear" w:color="auto" w:fill="auto"/>
          </w:tcPr>
          <w:p w14:paraId="310A3B8F" w14:textId="030ED8B6" w:rsidR="001E2F9A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709BA255" w14:textId="70B301CA" w:rsidR="001E2F9A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1DAF785D" w14:textId="05293114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6FA94766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4C24F60F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41008DC4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4D4B7CC2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63FDEF2C" w14:textId="77777777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1FCD5CE1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1E2F9A" w:rsidRPr="00901990" w14:paraId="185A5089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18872473" w14:textId="5742DA1F" w:rsidR="001E2F9A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Pinching</w:t>
            </w:r>
          </w:p>
        </w:tc>
        <w:tc>
          <w:tcPr>
            <w:tcW w:w="1417" w:type="dxa"/>
            <w:shd w:val="clear" w:color="auto" w:fill="auto"/>
          </w:tcPr>
          <w:p w14:paraId="138DFCD0" w14:textId="1AD29362" w:rsidR="001E2F9A" w:rsidRPr="00731342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proofErr w:type="spellStart"/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Zoob</w:t>
            </w:r>
            <w:proofErr w:type="spellEnd"/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toys may pinch fingers during connecting; broken pieces may present stab hazard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9287168" w14:textId="0BE97FB0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students, members of public</w:t>
            </w:r>
          </w:p>
        </w:tc>
        <w:tc>
          <w:tcPr>
            <w:tcW w:w="1134" w:type="dxa"/>
            <w:shd w:val="clear" w:color="auto" w:fill="auto"/>
          </w:tcPr>
          <w:p w14:paraId="2F938550" w14:textId="7F190B5C" w:rsidR="001E2F9A" w:rsidRPr="007D6262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Pinched fingers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3CBFD9B4" w14:textId="703114FD" w:rsidR="001E2F9A" w:rsidRDefault="00FD12C3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Advise</w:t>
            </w:r>
            <w:r w:rsidR="001E2F9A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participants to connect pieces slowly and carefully.</w:t>
            </w:r>
          </w:p>
          <w:p w14:paraId="383ACB4F" w14:textId="77777777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Manufacturers recommended age is 6+; advise adults to supervise children below the age of 6.</w:t>
            </w:r>
          </w:p>
          <w:p w14:paraId="496E226E" w14:textId="08A3C2C5" w:rsidR="001E2F9A" w:rsidRPr="00731342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Remove and dispose of any broken pieces.</w:t>
            </w:r>
          </w:p>
        </w:tc>
        <w:tc>
          <w:tcPr>
            <w:tcW w:w="283" w:type="dxa"/>
            <w:shd w:val="clear" w:color="auto" w:fill="auto"/>
          </w:tcPr>
          <w:p w14:paraId="212BC408" w14:textId="02F024B9" w:rsidR="001E2F9A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84" w:type="dxa"/>
            <w:shd w:val="clear" w:color="auto" w:fill="auto"/>
          </w:tcPr>
          <w:p w14:paraId="270C3A3A" w14:textId="50D6A2A9" w:rsidR="001E2F9A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293" w:type="dxa"/>
            <w:shd w:val="clear" w:color="auto" w:fill="auto"/>
          </w:tcPr>
          <w:p w14:paraId="1B229C50" w14:textId="1A8B3908" w:rsidR="001E2F9A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19D3695B" w14:textId="7F820C02" w:rsidR="001E2F9A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5E7D75B0" w14:textId="43A681D5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0E18D288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69516CF7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73CE3D75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4A18A9C3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2F358C36" w14:textId="77777777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3450BC73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1E2F9A" w:rsidRPr="00901990" w14:paraId="4BC1904E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6EB60DF1" w14:textId="32936B82" w:rsidR="001E2F9A" w:rsidRPr="004A7C4F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Physical injury</w:t>
            </w:r>
          </w:p>
        </w:tc>
        <w:tc>
          <w:tcPr>
            <w:tcW w:w="1417" w:type="dxa"/>
            <w:shd w:val="clear" w:color="auto" w:fill="auto"/>
          </w:tcPr>
          <w:p w14:paraId="5941CC69" w14:textId="6DAFE1C5" w:rsidR="001E2F9A" w:rsidRPr="00731342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Congestion – people, tables, equipment and </w:t>
            </w:r>
            <w:r w:rsidR="002C2EC8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activities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in </w:t>
            </w:r>
            <w:proofErr w:type="gramStart"/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close proximity</w:t>
            </w:r>
            <w:proofErr w:type="gramEnd"/>
          </w:p>
        </w:tc>
        <w:tc>
          <w:tcPr>
            <w:tcW w:w="1134" w:type="dxa"/>
            <w:gridSpan w:val="2"/>
            <w:shd w:val="clear" w:color="auto" w:fill="auto"/>
          </w:tcPr>
          <w:p w14:paraId="4C4BCDB5" w14:textId="76D92272" w:rsidR="001E2F9A" w:rsidRDefault="0059211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students, members of public</w:t>
            </w:r>
          </w:p>
        </w:tc>
        <w:tc>
          <w:tcPr>
            <w:tcW w:w="1134" w:type="dxa"/>
            <w:shd w:val="clear" w:color="auto" w:fill="auto"/>
          </w:tcPr>
          <w:p w14:paraId="131F725F" w14:textId="6FAEB58E" w:rsidR="001E2F9A" w:rsidRPr="007D6262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Bruising on elbows, knees, heads or other extremities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7A7101E7" w14:textId="79E59B57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Place </w:t>
            </w:r>
            <w:r w:rsidR="002C2EC8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floor </w:t>
            </w:r>
            <w:r w:rsidR="00592118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mat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for activities at least 1m away from </w:t>
            </w:r>
            <w:r w:rsidR="003C7310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any 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tables</w:t>
            </w:r>
            <w:r w:rsidR="00592118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.</w:t>
            </w:r>
          </w:p>
          <w:p w14:paraId="38736348" w14:textId="6764FD3A" w:rsidR="00592118" w:rsidRPr="00731342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Keep area clear by storing activities not in use in their boxes and placing boxes out of the way, e.g., under tables.</w:t>
            </w:r>
          </w:p>
        </w:tc>
        <w:tc>
          <w:tcPr>
            <w:tcW w:w="283" w:type="dxa"/>
            <w:shd w:val="clear" w:color="auto" w:fill="auto"/>
          </w:tcPr>
          <w:p w14:paraId="3DB4808C" w14:textId="10301C44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84" w:type="dxa"/>
            <w:shd w:val="clear" w:color="auto" w:fill="auto"/>
          </w:tcPr>
          <w:p w14:paraId="50B447F6" w14:textId="65D02678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293" w:type="dxa"/>
            <w:shd w:val="clear" w:color="auto" w:fill="auto"/>
          </w:tcPr>
          <w:p w14:paraId="2F397EB0" w14:textId="35A65B42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4BBDE301" w14:textId="1EC45B50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4EBA78A0" w14:textId="028A5C9E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62B2751A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7343649F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7B782377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4AF5883D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48785750" w14:textId="77777777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4BBA7905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1E2F9A" w:rsidRPr="00901990" w14:paraId="3ADFF53F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08138B4B" w14:textId="658185C3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Physical injuries</w:t>
            </w:r>
          </w:p>
        </w:tc>
        <w:tc>
          <w:tcPr>
            <w:tcW w:w="1417" w:type="dxa"/>
            <w:shd w:val="clear" w:color="auto" w:fill="auto"/>
          </w:tcPr>
          <w:p w14:paraId="70D36A79" w14:textId="65A9D131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People getting down and up from floor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9A8A6EE" w14:textId="7D3EA721" w:rsidR="001E2F9A" w:rsidRDefault="00F90057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students, members of public</w:t>
            </w:r>
          </w:p>
        </w:tc>
        <w:tc>
          <w:tcPr>
            <w:tcW w:w="1134" w:type="dxa"/>
            <w:shd w:val="clear" w:color="auto" w:fill="auto"/>
          </w:tcPr>
          <w:p w14:paraId="75CFD75C" w14:textId="77777777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Bad backs, hips and knees.</w:t>
            </w:r>
          </w:p>
          <w:p w14:paraId="5618E5C8" w14:textId="710AED1C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Bumping head on table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5B57C8CD" w14:textId="77777777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Place floor area for activities at least 1m away from tables</w:t>
            </w:r>
            <w:r w:rsidR="00F90057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.</w:t>
            </w:r>
          </w:p>
          <w:p w14:paraId="14340419" w14:textId="1CCAA861" w:rsidR="00F90057" w:rsidRPr="00731342" w:rsidRDefault="00F90057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Advise participants to get down and get up slowly in their own time.</w:t>
            </w:r>
          </w:p>
        </w:tc>
        <w:tc>
          <w:tcPr>
            <w:tcW w:w="283" w:type="dxa"/>
            <w:shd w:val="clear" w:color="auto" w:fill="auto"/>
          </w:tcPr>
          <w:p w14:paraId="2A8DEFC7" w14:textId="4A95EF4C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84" w:type="dxa"/>
            <w:shd w:val="clear" w:color="auto" w:fill="auto"/>
          </w:tcPr>
          <w:p w14:paraId="22345DB7" w14:textId="7FDDF1F4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93" w:type="dxa"/>
            <w:shd w:val="clear" w:color="auto" w:fill="auto"/>
          </w:tcPr>
          <w:p w14:paraId="4DFC06B4" w14:textId="56E4187F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5899FD55" w14:textId="7D6DCCB4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26988CD5" w14:textId="5CD9DB34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455F90E2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7E460F35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60C24DAD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192AD592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1B4FEED9" w14:textId="77777777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648AC622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1E2F9A" w:rsidRPr="00901990" w14:paraId="3A7D315C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265904A2" w14:textId="57535B86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Physical injuries</w:t>
            </w:r>
          </w:p>
        </w:tc>
        <w:tc>
          <w:tcPr>
            <w:tcW w:w="1417" w:type="dxa"/>
            <w:shd w:val="clear" w:color="auto" w:fill="auto"/>
          </w:tcPr>
          <w:p w14:paraId="40137838" w14:textId="0BB1ED29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Repetitive strain from repeated assembly/disasse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lastRenderedPageBreak/>
              <w:t>mbly of construction toys and jigsaw puzzles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5F7CD1E" w14:textId="5855998E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Staff, students</w:t>
            </w:r>
          </w:p>
        </w:tc>
        <w:tc>
          <w:tcPr>
            <w:tcW w:w="1134" w:type="dxa"/>
            <w:shd w:val="clear" w:color="auto" w:fill="auto"/>
          </w:tcPr>
          <w:p w14:paraId="4E84CA65" w14:textId="59BB8629" w:rsidR="001E2F9A" w:rsidRDefault="00F90057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Sore fingers and joints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035D3513" w14:textId="77777777" w:rsidR="00774880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Take regular breaks.</w:t>
            </w:r>
          </w:p>
          <w:p w14:paraId="56110A89" w14:textId="77777777" w:rsidR="00774880" w:rsidRDefault="00774880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Use gripper gloves to reduce exertion.</w:t>
            </w:r>
          </w:p>
          <w:p w14:paraId="57555E01" w14:textId="66CE14EA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Stop if you feel any soreness.</w:t>
            </w:r>
          </w:p>
        </w:tc>
        <w:tc>
          <w:tcPr>
            <w:tcW w:w="283" w:type="dxa"/>
            <w:shd w:val="clear" w:color="auto" w:fill="auto"/>
          </w:tcPr>
          <w:p w14:paraId="010439FD" w14:textId="792B82E8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Low</w:t>
            </w:r>
          </w:p>
        </w:tc>
        <w:tc>
          <w:tcPr>
            <w:tcW w:w="284" w:type="dxa"/>
            <w:shd w:val="clear" w:color="auto" w:fill="auto"/>
          </w:tcPr>
          <w:p w14:paraId="1A31486C" w14:textId="4E33A371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ium</w:t>
            </w:r>
          </w:p>
        </w:tc>
        <w:tc>
          <w:tcPr>
            <w:tcW w:w="293" w:type="dxa"/>
            <w:shd w:val="clear" w:color="auto" w:fill="auto"/>
          </w:tcPr>
          <w:p w14:paraId="6FB422D6" w14:textId="6E35784E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6CA95BA5" w14:textId="74071A3A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382DC0C1" w14:textId="0ED9094C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4E4870AC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4C17580A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36996481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35B17FC8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757FEA1A" w14:textId="77777777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4744EE77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B44525" w:rsidRPr="00901990" w14:paraId="00AF7D42" w14:textId="77777777" w:rsidTr="00B44525">
        <w:trPr>
          <w:trHeight w:val="67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06D3F" w14:textId="77777777" w:rsidR="00B44525" w:rsidRPr="00D1025C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Allergic reaction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BE2C1" w14:textId="77777777" w:rsidR="00B44525" w:rsidRPr="00731342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Allergic reaction to stickers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6C9ED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students, members of public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D4B55" w14:textId="77777777" w:rsidR="00B44525" w:rsidRPr="007D6262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Development of itchy, red raised skin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FEB99" w14:textId="77777777" w:rsidR="00B44525" w:rsidRPr="00731342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When giving out stickers, advise participants to place them on clothing, avoiding skin.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E1FD5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7DA4A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E0D4B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0C9DE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D1866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DD739" w14:textId="77777777" w:rsidR="00B44525" w:rsidRPr="00D1025C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67B33" w14:textId="77777777" w:rsidR="00B44525" w:rsidRPr="00D1025C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13709" w14:textId="77777777" w:rsidR="00B44525" w:rsidRPr="00D1025C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91023" w14:textId="77777777" w:rsidR="00B44525" w:rsidRPr="00D1025C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CED94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040F" w14:textId="77777777" w:rsidR="00B44525" w:rsidRPr="00D1025C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9C0F9B" w:rsidRPr="00901990" w14:paraId="4F9BE7AB" w14:textId="77777777" w:rsidTr="00B44525">
        <w:trPr>
          <w:trHeight w:val="67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3AF67" w14:textId="0244DCC6" w:rsidR="009C0F9B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Paper cuts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CEE77" w14:textId="2BA156AF" w:rsidR="009C0F9B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Paper cuts from paper and card materials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52260" w14:textId="4CF4E50F" w:rsidR="009C0F9B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students, members of public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479DD" w14:textId="4DA85068" w:rsidR="009C0F9B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Paper cuts to fingers from paper and card materials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ECC27" w14:textId="77777777" w:rsidR="009C0F9B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Handle paper and card materials with care.</w:t>
            </w:r>
          </w:p>
          <w:p w14:paraId="0DC40DF2" w14:textId="6A530925" w:rsidR="00F03764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Do not run fingers along edges of paper materials.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7BDBA" w14:textId="36BE5DFC" w:rsidR="009C0F9B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666FC" w14:textId="69AE9B5F" w:rsidR="009C0F9B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97FEE" w14:textId="47025853" w:rsidR="009C0F9B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D91A6" w14:textId="63635375" w:rsidR="009C0F9B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96306" w14:textId="68FD3392" w:rsidR="009C0F9B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8AF3A" w14:textId="77777777" w:rsidR="009C0F9B" w:rsidRPr="00D1025C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719F0" w14:textId="77777777" w:rsidR="009C0F9B" w:rsidRPr="00D1025C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EC2C" w14:textId="77777777" w:rsidR="009C0F9B" w:rsidRPr="00D1025C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3219C" w14:textId="77777777" w:rsidR="009C0F9B" w:rsidRPr="00D1025C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D3E68" w14:textId="77777777" w:rsidR="009C0F9B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E25E" w14:textId="77777777" w:rsidR="009C0F9B" w:rsidRPr="00D1025C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</w:tbl>
    <w:p w14:paraId="12079FF5" w14:textId="77777777" w:rsidR="00D84F59" w:rsidRDefault="00D84F59" w:rsidP="003D70F2"/>
    <w:sectPr w:rsidR="00D84F59" w:rsidSect="00C377D6">
      <w:headerReference w:type="default" r:id="rId9"/>
      <w:footerReference w:type="even" r:id="rId10"/>
      <w:footerReference w:type="default" r:id="rId11"/>
      <w:pgSz w:w="16838" w:h="11906" w:orient="landscape"/>
      <w:pgMar w:top="131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D5FBF" w14:textId="77777777" w:rsidR="00375643" w:rsidRDefault="00375643" w:rsidP="00A71B38">
      <w:pPr>
        <w:spacing w:after="0" w:line="240" w:lineRule="auto"/>
      </w:pPr>
      <w:r>
        <w:separator/>
      </w:r>
    </w:p>
  </w:endnote>
  <w:endnote w:type="continuationSeparator" w:id="0">
    <w:p w14:paraId="24399B9F" w14:textId="77777777" w:rsidR="00375643" w:rsidRDefault="00375643" w:rsidP="00A71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312857372"/>
      <w:docPartObj>
        <w:docPartGallery w:val="Page Numbers (Bottom of Page)"/>
        <w:docPartUnique/>
      </w:docPartObj>
    </w:sdtPr>
    <w:sdtContent>
      <w:p w14:paraId="71384347" w14:textId="60EF56C3" w:rsidR="009C0F9B" w:rsidRDefault="009C0F9B" w:rsidP="00691CA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3827657" w14:textId="77777777" w:rsidR="009C0F9B" w:rsidRDefault="009C0F9B" w:rsidP="009C0F9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151128879"/>
      <w:docPartObj>
        <w:docPartGallery w:val="Page Numbers (Bottom of Page)"/>
        <w:docPartUnique/>
      </w:docPartObj>
    </w:sdtPr>
    <w:sdtContent>
      <w:p w14:paraId="122AB06B" w14:textId="1BCCD314" w:rsidR="009C0F9B" w:rsidRDefault="009C0F9B" w:rsidP="00691CA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770A7D7" w14:textId="77777777" w:rsidR="009C0F9B" w:rsidRDefault="009C0F9B" w:rsidP="009C0F9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911AB" w14:textId="77777777" w:rsidR="00375643" w:rsidRDefault="00375643" w:rsidP="00A71B38">
      <w:pPr>
        <w:spacing w:after="0" w:line="240" w:lineRule="auto"/>
      </w:pPr>
      <w:r>
        <w:separator/>
      </w:r>
    </w:p>
  </w:footnote>
  <w:footnote w:type="continuationSeparator" w:id="0">
    <w:p w14:paraId="3E9D26BA" w14:textId="77777777" w:rsidR="00375643" w:rsidRDefault="00375643" w:rsidP="00A71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A1CB6" w14:textId="77777777" w:rsidR="00A71B38" w:rsidRDefault="00A71B38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4620769B" wp14:editId="66730148">
          <wp:simplePos x="0" y="0"/>
          <wp:positionH relativeFrom="margin">
            <wp:posOffset>7527341</wp:posOffset>
          </wp:positionH>
          <wp:positionV relativeFrom="paragraph">
            <wp:posOffset>-132614</wp:posOffset>
          </wp:positionV>
          <wp:extent cx="1362075" cy="453390"/>
          <wp:effectExtent l="0" t="0" r="9525" b="381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niversity of Birmingham logo - full colour RBG.jp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453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3B7"/>
    <w:rsid w:val="000055DA"/>
    <w:rsid w:val="00022FFA"/>
    <w:rsid w:val="0002501E"/>
    <w:rsid w:val="000425DE"/>
    <w:rsid w:val="000508F4"/>
    <w:rsid w:val="00082F91"/>
    <w:rsid w:val="00092BBF"/>
    <w:rsid w:val="00094F87"/>
    <w:rsid w:val="000E29AA"/>
    <w:rsid w:val="00125DDF"/>
    <w:rsid w:val="00126A78"/>
    <w:rsid w:val="001B6F93"/>
    <w:rsid w:val="001C1F97"/>
    <w:rsid w:val="001D450E"/>
    <w:rsid w:val="001E2F9A"/>
    <w:rsid w:val="001E3119"/>
    <w:rsid w:val="001E4B37"/>
    <w:rsid w:val="001F5F86"/>
    <w:rsid w:val="00224467"/>
    <w:rsid w:val="00227696"/>
    <w:rsid w:val="00261BE6"/>
    <w:rsid w:val="002830E1"/>
    <w:rsid w:val="002C2EC8"/>
    <w:rsid w:val="002E4EAE"/>
    <w:rsid w:val="002E5FE5"/>
    <w:rsid w:val="002F3321"/>
    <w:rsid w:val="00345A0F"/>
    <w:rsid w:val="00370D84"/>
    <w:rsid w:val="00375643"/>
    <w:rsid w:val="003A22F3"/>
    <w:rsid w:val="003B2A53"/>
    <w:rsid w:val="003B33F0"/>
    <w:rsid w:val="003C4F3E"/>
    <w:rsid w:val="003C5151"/>
    <w:rsid w:val="003C7310"/>
    <w:rsid w:val="003D70F2"/>
    <w:rsid w:val="00407DEB"/>
    <w:rsid w:val="00443D9C"/>
    <w:rsid w:val="00456F71"/>
    <w:rsid w:val="004A7C4F"/>
    <w:rsid w:val="004B6934"/>
    <w:rsid w:val="004E0CFD"/>
    <w:rsid w:val="004E599A"/>
    <w:rsid w:val="004E60E7"/>
    <w:rsid w:val="004F461B"/>
    <w:rsid w:val="005046F9"/>
    <w:rsid w:val="00534E14"/>
    <w:rsid w:val="00545C0B"/>
    <w:rsid w:val="0056449C"/>
    <w:rsid w:val="00592118"/>
    <w:rsid w:val="005C29A0"/>
    <w:rsid w:val="005C2D35"/>
    <w:rsid w:val="005D0168"/>
    <w:rsid w:val="005E7084"/>
    <w:rsid w:val="006110DD"/>
    <w:rsid w:val="0062067F"/>
    <w:rsid w:val="0062152B"/>
    <w:rsid w:val="00677472"/>
    <w:rsid w:val="006A3566"/>
    <w:rsid w:val="006B3B41"/>
    <w:rsid w:val="006D6372"/>
    <w:rsid w:val="00731342"/>
    <w:rsid w:val="00774880"/>
    <w:rsid w:val="007835B8"/>
    <w:rsid w:val="00783D53"/>
    <w:rsid w:val="007D2D18"/>
    <w:rsid w:val="007D6262"/>
    <w:rsid w:val="008026C5"/>
    <w:rsid w:val="00815189"/>
    <w:rsid w:val="0081539A"/>
    <w:rsid w:val="00816E0B"/>
    <w:rsid w:val="00817858"/>
    <w:rsid w:val="00864803"/>
    <w:rsid w:val="0087300E"/>
    <w:rsid w:val="008E33C1"/>
    <w:rsid w:val="008F46FB"/>
    <w:rsid w:val="00913F84"/>
    <w:rsid w:val="00916C22"/>
    <w:rsid w:val="00937317"/>
    <w:rsid w:val="0094168E"/>
    <w:rsid w:val="009661DF"/>
    <w:rsid w:val="009A7363"/>
    <w:rsid w:val="009C0F9B"/>
    <w:rsid w:val="009E07B7"/>
    <w:rsid w:val="009E3D3F"/>
    <w:rsid w:val="00A03CEF"/>
    <w:rsid w:val="00A06990"/>
    <w:rsid w:val="00A164B0"/>
    <w:rsid w:val="00A2786B"/>
    <w:rsid w:val="00A421EC"/>
    <w:rsid w:val="00A612C2"/>
    <w:rsid w:val="00A70FC7"/>
    <w:rsid w:val="00A71B38"/>
    <w:rsid w:val="00A744E7"/>
    <w:rsid w:val="00A93783"/>
    <w:rsid w:val="00A93FE5"/>
    <w:rsid w:val="00AB10FE"/>
    <w:rsid w:val="00AC14F2"/>
    <w:rsid w:val="00AD7B90"/>
    <w:rsid w:val="00AF5210"/>
    <w:rsid w:val="00B102DE"/>
    <w:rsid w:val="00B44525"/>
    <w:rsid w:val="00B4590A"/>
    <w:rsid w:val="00B463B7"/>
    <w:rsid w:val="00B60ADF"/>
    <w:rsid w:val="00B80E3A"/>
    <w:rsid w:val="00B82E68"/>
    <w:rsid w:val="00B91A22"/>
    <w:rsid w:val="00B9244B"/>
    <w:rsid w:val="00BC25BB"/>
    <w:rsid w:val="00BD6212"/>
    <w:rsid w:val="00C160FF"/>
    <w:rsid w:val="00C165A9"/>
    <w:rsid w:val="00C3572D"/>
    <w:rsid w:val="00C377D6"/>
    <w:rsid w:val="00C679CD"/>
    <w:rsid w:val="00C82F81"/>
    <w:rsid w:val="00C87856"/>
    <w:rsid w:val="00CA5748"/>
    <w:rsid w:val="00CB7EBD"/>
    <w:rsid w:val="00D04BA8"/>
    <w:rsid w:val="00D1025C"/>
    <w:rsid w:val="00D14527"/>
    <w:rsid w:val="00D309C9"/>
    <w:rsid w:val="00D84F59"/>
    <w:rsid w:val="00D94851"/>
    <w:rsid w:val="00DB255D"/>
    <w:rsid w:val="00DD35A8"/>
    <w:rsid w:val="00DF24FB"/>
    <w:rsid w:val="00DF6AF5"/>
    <w:rsid w:val="00E01962"/>
    <w:rsid w:val="00E242D1"/>
    <w:rsid w:val="00E25CED"/>
    <w:rsid w:val="00E4046A"/>
    <w:rsid w:val="00E5392A"/>
    <w:rsid w:val="00E54340"/>
    <w:rsid w:val="00E72FFD"/>
    <w:rsid w:val="00E81D75"/>
    <w:rsid w:val="00E960D5"/>
    <w:rsid w:val="00F02D36"/>
    <w:rsid w:val="00F03764"/>
    <w:rsid w:val="00F532F5"/>
    <w:rsid w:val="00F90057"/>
    <w:rsid w:val="00F91BA3"/>
    <w:rsid w:val="00FB4FF6"/>
    <w:rsid w:val="00FD12C3"/>
    <w:rsid w:val="00FE16F5"/>
    <w:rsid w:val="368369E7"/>
    <w:rsid w:val="44F44E73"/>
    <w:rsid w:val="4C5B10D4"/>
    <w:rsid w:val="4E7807B6"/>
    <w:rsid w:val="6F489E12"/>
    <w:rsid w:val="7639C447"/>
    <w:rsid w:val="7AE3E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C448A1"/>
  <w15:chartTrackingRefBased/>
  <w15:docId w15:val="{534CEA0A-BCA9-45B7-9267-837FCD864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463B7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B463B7"/>
    <w:rPr>
      <w:rFonts w:ascii="Arial" w:eastAsia="Times New Roman" w:hAnsi="Arial" w:cs="Times New Roman"/>
      <w:b/>
      <w:sz w:val="28"/>
      <w:szCs w:val="20"/>
      <w:u w:val="single"/>
    </w:rPr>
  </w:style>
  <w:style w:type="character" w:styleId="PlaceholderText">
    <w:name w:val="Placeholder Text"/>
    <w:basedOn w:val="DefaultParagraphFont"/>
    <w:uiPriority w:val="99"/>
    <w:semiHidden/>
    <w:rsid w:val="008E33C1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A71B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B38"/>
  </w:style>
  <w:style w:type="paragraph" w:styleId="Footer">
    <w:name w:val="footer"/>
    <w:basedOn w:val="Normal"/>
    <w:link w:val="FooterChar"/>
    <w:uiPriority w:val="99"/>
    <w:unhideWhenUsed/>
    <w:rsid w:val="00A71B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1B38"/>
  </w:style>
  <w:style w:type="paragraph" w:styleId="Revision">
    <w:name w:val="Revision"/>
    <w:hidden/>
    <w:uiPriority w:val="99"/>
    <w:semiHidden/>
    <w:rsid w:val="003B2A5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E16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E16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E16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16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16F5"/>
    <w:rPr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9C0F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4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92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54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15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65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41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0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53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46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5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8E46E83247C14785BE64DB4233C3E1" ma:contentTypeVersion="4" ma:contentTypeDescription="Create a new document." ma:contentTypeScope="" ma:versionID="123a3028ff79f85eaa8633ad3b1cf873">
  <xsd:schema xmlns:xsd="http://www.w3.org/2001/XMLSchema" xmlns:xs="http://www.w3.org/2001/XMLSchema" xmlns:p="http://schemas.microsoft.com/office/2006/metadata/properties" xmlns:ns2="e06d0dde-745e-437e-8230-0f0eb0fca078" targetNamespace="http://schemas.microsoft.com/office/2006/metadata/properties" ma:root="true" ma:fieldsID="b1c80f6c3c2177b54f261f2157016529" ns2:_="">
    <xsd:import namespace="e06d0dde-745e-437e-8230-0f0eb0fca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d0dde-745e-437e-8230-0f0eb0fca0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14AE80-7F0F-440D-A9A0-DA6F9D0D5F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5572BB-E07F-43B8-8AB1-0F1B66CE25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2BEB59-3344-48DE-9C04-600A187076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6d0dde-745e-437e-8230-0f0eb0fca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.~WRD0000</Template>
  <TotalTime>7</TotalTime>
  <Pages>4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UoB IT Services</Company>
  <LinksUpToDate>false</LinksUpToDate>
  <CharactersWithSpaces>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Rogers (Workplace Wellbeing)</dc:creator>
  <cp:keywords/>
  <dc:description/>
  <cp:lastModifiedBy>Hamish Yeung (Chemistry)</cp:lastModifiedBy>
  <cp:revision>4</cp:revision>
  <dcterms:created xsi:type="dcterms:W3CDTF">2024-07-02T13:31:00Z</dcterms:created>
  <dcterms:modified xsi:type="dcterms:W3CDTF">2024-07-02T13:49:00Z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0x010100D08E46E83247C14785BE64DB4233C3E1</vt:lpwstr>
  </property>
</Properties>
</file>