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543E2" w14:textId="77777777" w:rsidR="00B463B7" w:rsidRPr="00F01963" w:rsidRDefault="00B463B7" w:rsidP="00B463B7">
      <w:pPr>
        <w:pStyle w:val="Title"/>
        <w:jc w:val="right"/>
        <w:rPr>
          <w:rFonts w:ascii="Calibri" w:hAnsi="Calibri" w:cs="Calibri"/>
          <w:u w:val="none"/>
        </w:rPr>
      </w:pPr>
    </w:p>
    <w:p w14:paraId="28DA2891" w14:textId="77777777" w:rsidR="00B463B7" w:rsidRDefault="00B463B7" w:rsidP="00B463B7">
      <w:pPr>
        <w:pStyle w:val="Title"/>
        <w:rPr>
          <w:rFonts w:ascii="Calibri" w:hAnsi="Calibri" w:cs="Calibri"/>
          <w:u w:val="none"/>
        </w:rPr>
      </w:pPr>
      <w:r w:rsidRPr="00F01963">
        <w:rPr>
          <w:rFonts w:ascii="Calibri" w:hAnsi="Calibri" w:cs="Calibri"/>
          <w:u w:val="none"/>
        </w:rPr>
        <w:t>GENERAL HEALTH AND SAFETY RISK ASSESSMENT FORM</w:t>
      </w:r>
    </w:p>
    <w:p w14:paraId="54531911" w14:textId="77777777" w:rsidR="00B463B7" w:rsidRPr="00F01963" w:rsidRDefault="00B463B7" w:rsidP="00B463B7">
      <w:pPr>
        <w:pStyle w:val="Title"/>
        <w:rPr>
          <w:rFonts w:ascii="Calibri" w:hAnsi="Calibri" w:cs="Calibri"/>
          <w:u w:val="none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367"/>
        <w:gridCol w:w="767"/>
        <w:gridCol w:w="1134"/>
        <w:gridCol w:w="1941"/>
        <w:gridCol w:w="469"/>
        <w:gridCol w:w="283"/>
        <w:gridCol w:w="284"/>
        <w:gridCol w:w="293"/>
        <w:gridCol w:w="784"/>
        <w:gridCol w:w="156"/>
        <w:gridCol w:w="1256"/>
        <w:gridCol w:w="284"/>
        <w:gridCol w:w="298"/>
        <w:gridCol w:w="298"/>
        <w:gridCol w:w="378"/>
        <w:gridCol w:w="279"/>
        <w:gridCol w:w="671"/>
        <w:gridCol w:w="485"/>
        <w:gridCol w:w="342"/>
        <w:gridCol w:w="855"/>
      </w:tblGrid>
      <w:tr w:rsidR="00B91A22" w:rsidRPr="00F01963" w14:paraId="674473E9" w14:textId="77777777" w:rsidTr="00E960D5">
        <w:trPr>
          <w:trHeight w:val="534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12F58B94" w14:textId="77777777" w:rsidR="00B463B7" w:rsidRPr="00F01963" w:rsidRDefault="00B463B7" w:rsidP="006D1A1F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F01963">
              <w:rPr>
                <w:rFonts w:ascii="Calibri" w:hAnsi="Calibri" w:cs="Calibri"/>
                <w:sz w:val="16"/>
                <w:szCs w:val="16"/>
                <w:u w:val="none"/>
              </w:rPr>
              <w:t>Site</w:t>
            </w:r>
          </w:p>
          <w:p w14:paraId="70F85D8B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842" w:type="dxa"/>
            <w:gridSpan w:val="3"/>
            <w:shd w:val="clear" w:color="auto" w:fill="auto"/>
          </w:tcPr>
          <w:p w14:paraId="032980DB" w14:textId="7C798E2E" w:rsidR="00E81D75" w:rsidRPr="00F01963" w:rsidRDefault="00AF755A" w:rsidP="00E81D75">
            <w:pPr>
              <w:spacing w:after="0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Public engagement events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6A40FFA3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Department</w:t>
            </w:r>
          </w:p>
        </w:tc>
        <w:tc>
          <w:tcPr>
            <w:tcW w:w="2949" w:type="dxa"/>
            <w:gridSpan w:val="7"/>
            <w:shd w:val="clear" w:color="auto" w:fill="auto"/>
          </w:tcPr>
          <w:p w14:paraId="5A9C0541" w14:textId="56B0973C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School of Chemistry</w:t>
            </w:r>
          </w:p>
        </w:tc>
        <w:tc>
          <w:tcPr>
            <w:tcW w:w="1156" w:type="dxa"/>
            <w:gridSpan w:val="2"/>
            <w:shd w:val="clear" w:color="auto" w:fill="9CC2E5" w:themeFill="accent1" w:themeFillTint="99"/>
          </w:tcPr>
          <w:p w14:paraId="2E8274D1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Version / Ref No.</w:t>
            </w:r>
          </w:p>
        </w:tc>
        <w:tc>
          <w:tcPr>
            <w:tcW w:w="1197" w:type="dxa"/>
            <w:gridSpan w:val="2"/>
            <w:shd w:val="clear" w:color="auto" w:fill="auto"/>
          </w:tcPr>
          <w:p w14:paraId="5DC84679" w14:textId="4FA6B149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</w:tr>
      <w:tr w:rsidR="00B91A22" w:rsidRPr="00F01963" w14:paraId="17FBDF1B" w14:textId="77777777" w:rsidTr="00E960D5">
        <w:trPr>
          <w:trHeight w:val="229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481F9752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Activity Location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7EFD1148" w14:textId="4B31CFA3" w:rsidR="00E81D75" w:rsidRPr="00F01963" w:rsidRDefault="00AF755A" w:rsidP="00E81D75">
            <w:pPr>
              <w:spacing w:after="0" w:line="240" w:lineRule="auto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Indoors and outdoors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4D8CF7F5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Activity Description</w:t>
            </w:r>
          </w:p>
        </w:tc>
        <w:tc>
          <w:tcPr>
            <w:tcW w:w="5302" w:type="dxa"/>
            <w:gridSpan w:val="11"/>
            <w:shd w:val="clear" w:color="auto" w:fill="auto"/>
          </w:tcPr>
          <w:p w14:paraId="34115523" w14:textId="27D87A93" w:rsidR="00B463B7" w:rsidRPr="00F01963" w:rsidRDefault="00AF755A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Mineral crystals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activity for public engagement</w:t>
            </w:r>
          </w:p>
        </w:tc>
      </w:tr>
      <w:tr w:rsidR="00B91A22" w:rsidRPr="00F01963" w14:paraId="748DDA21" w14:textId="77777777" w:rsidTr="00E960D5">
        <w:trPr>
          <w:trHeight w:val="136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34AADBE9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Assessor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19C34FF7" w14:textId="3F3C0B7E" w:rsidR="00B463B7" w:rsidRPr="00F01963" w:rsidRDefault="005D0168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Hamish Yeung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74DF73CB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Assessment Date</w:t>
            </w:r>
          </w:p>
        </w:tc>
        <w:tc>
          <w:tcPr>
            <w:tcW w:w="1412" w:type="dxa"/>
            <w:gridSpan w:val="2"/>
            <w:shd w:val="clear" w:color="auto" w:fill="auto"/>
          </w:tcPr>
          <w:p w14:paraId="3B6A345F" w14:textId="31FDC747" w:rsidR="00B463B7" w:rsidRPr="00F01963" w:rsidRDefault="0094168E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 w:rsidR="00AF755A">
              <w:rPr>
                <w:rFonts w:ascii="Calibri" w:hAnsi="Calibri" w:cs="Calibri"/>
                <w:b/>
                <w:sz w:val="16"/>
                <w:szCs w:val="16"/>
              </w:rPr>
              <w:t>2</w:t>
            </w:r>
            <w:r w:rsidR="00E81D75">
              <w:rPr>
                <w:rFonts w:ascii="Calibri" w:hAnsi="Calibri" w:cs="Calibri"/>
                <w:b/>
                <w:sz w:val="16"/>
                <w:szCs w:val="16"/>
              </w:rPr>
              <w:t>/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 w:rsidR="00E81D75">
              <w:rPr>
                <w:rFonts w:ascii="Calibri" w:hAnsi="Calibri" w:cs="Calibri"/>
                <w:b/>
                <w:sz w:val="16"/>
                <w:szCs w:val="16"/>
              </w:rPr>
              <w:t>/24</w:t>
            </w:r>
          </w:p>
        </w:tc>
        <w:tc>
          <w:tcPr>
            <w:tcW w:w="1537" w:type="dxa"/>
            <w:gridSpan w:val="5"/>
            <w:shd w:val="clear" w:color="auto" w:fill="9CC2E5" w:themeFill="accent1" w:themeFillTint="99"/>
          </w:tcPr>
          <w:p w14:paraId="746803A4" w14:textId="77C5E38B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Date of Review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55609054" w14:textId="02739708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 w:rsidR="00AF755A">
              <w:rPr>
                <w:rFonts w:ascii="Calibri" w:hAnsi="Calibri" w:cs="Calibri"/>
                <w:b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/0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/25</w:t>
            </w:r>
          </w:p>
        </w:tc>
      </w:tr>
      <w:tr w:rsidR="00B91A22" w:rsidRPr="00F01963" w14:paraId="0871118F" w14:textId="77777777" w:rsidTr="00E960D5">
        <w:trPr>
          <w:trHeight w:val="311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00F6083F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Academic / Manager Name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79A70DDC" w14:textId="51BCB404" w:rsidR="00B463B7" w:rsidRPr="00F01963" w:rsidRDefault="005D0168" w:rsidP="6F489E12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Hamish Yeung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18CB9AE0" w14:textId="1DC086A4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Signature</w:t>
            </w:r>
          </w:p>
        </w:tc>
        <w:tc>
          <w:tcPr>
            <w:tcW w:w="5302" w:type="dxa"/>
            <w:gridSpan w:val="11"/>
            <w:shd w:val="clear" w:color="auto" w:fill="auto"/>
          </w:tcPr>
          <w:p w14:paraId="56013C3F" w14:textId="69B1337C" w:rsidR="00B463B7" w:rsidRPr="00F01963" w:rsidRDefault="005D0168" w:rsidP="44F44E7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Hamish Yeung (</w:t>
            </w:r>
            <w:r w:rsidR="0094168E">
              <w:rPr>
                <w:rFonts w:ascii="Calibri" w:hAnsi="Calibri" w:cs="Calibri"/>
                <w:b/>
                <w:bCs/>
                <w:sz w:val="16"/>
                <w:szCs w:val="16"/>
              </w:rPr>
              <w:t>0</w:t>
            </w:r>
            <w:r w:rsidR="00AF755A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/07/2024</w:t>
            </w:r>
            <w:r w:rsidR="0094168E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</w:tr>
      <w:tr w:rsidR="000D14E7" w:rsidRPr="00901990" w14:paraId="6D9229AB" w14:textId="77777777" w:rsidTr="000D14E7">
        <w:trPr>
          <w:trHeight w:val="1337"/>
          <w:tblHeader/>
        </w:trPr>
        <w:tc>
          <w:tcPr>
            <w:tcW w:w="4673" w:type="dxa"/>
            <w:gridSpan w:val="5"/>
            <w:shd w:val="clear" w:color="auto" w:fill="auto"/>
          </w:tcPr>
          <w:p w14:paraId="51C217E9" w14:textId="430E41A4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>Description of activity assessed:</w:t>
            </w:r>
          </w:p>
        </w:tc>
        <w:tc>
          <w:tcPr>
            <w:tcW w:w="6724" w:type="dxa"/>
            <w:gridSpan w:val="12"/>
            <w:shd w:val="clear" w:color="auto" w:fill="auto"/>
          </w:tcPr>
          <w:p w14:paraId="7CDBAB54" w14:textId="194C10B1" w:rsidR="000D14E7" w:rsidRPr="007D2D18" w:rsidRDefault="000D14E7" w:rsidP="000D14E7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Setting up, running and packing up of 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>Mineral Crystals</w:t>
            </w:r>
            <w:r w:rsidRPr="00AD1010">
              <w:rPr>
                <w:rFonts w:ascii="Calibri" w:hAnsi="Calibri" w:cs="Calibri"/>
                <w:sz w:val="16"/>
                <w:szCs w:val="16"/>
                <w:u w:val="none"/>
              </w:rPr>
              <w:t xml:space="preserve"> – 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a </w:t>
            </w:r>
            <w:r w:rsidRPr="00AD1010">
              <w:rPr>
                <w:rFonts w:ascii="Calibri" w:hAnsi="Calibri" w:cs="Calibri"/>
                <w:sz w:val="16"/>
                <w:szCs w:val="16"/>
                <w:u w:val="none"/>
              </w:rPr>
              <w:t>public engagement exhibit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>.</w:t>
            </w:r>
          </w:p>
          <w:p w14:paraId="1248B0A0" w14:textId="3119626B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Setup: </w:t>
            </w:r>
            <w:r w:rsidRPr="0094168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Transporting activity boxes and equipment,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setting up the</w:t>
            </w:r>
            <w:r w:rsidRPr="0094168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activit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y (involving handling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heavy but breakable mineral specimens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).</w:t>
            </w:r>
          </w:p>
          <w:p w14:paraId="09ACAE63" w14:textId="5E3BAFAE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Running: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Public engagement involving observing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mineral crystal specimens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, led by trained demonstrators. </w:t>
            </w:r>
          </w:p>
          <w:p w14:paraId="1E1C1F30" w14:textId="1ED3BF24" w:rsidR="000D14E7" w:rsidRPr="0094168E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Packing up: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Packing away the activity (involving handling heavy but breakable mineral specimens).</w:t>
            </w:r>
          </w:p>
        </w:tc>
        <w:tc>
          <w:tcPr>
            <w:tcW w:w="2632" w:type="dxa"/>
            <w:gridSpan w:val="5"/>
            <w:shd w:val="clear" w:color="auto" w:fill="auto"/>
          </w:tcPr>
          <w:p w14:paraId="37E52A3D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</w:tr>
      <w:tr w:rsidR="000D14E7" w:rsidRPr="00901990" w14:paraId="5FB2A616" w14:textId="77777777" w:rsidTr="00DF6AF5">
        <w:trPr>
          <w:trHeight w:val="249"/>
          <w:tblHeader/>
        </w:trPr>
        <w:tc>
          <w:tcPr>
            <w:tcW w:w="4673" w:type="dxa"/>
            <w:gridSpan w:val="5"/>
            <w:shd w:val="clear" w:color="auto" w:fill="00B0F0"/>
          </w:tcPr>
          <w:p w14:paraId="74BB582A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Hazard Assessment</w:t>
            </w:r>
          </w:p>
        </w:tc>
        <w:tc>
          <w:tcPr>
            <w:tcW w:w="6724" w:type="dxa"/>
            <w:gridSpan w:val="12"/>
            <w:shd w:val="clear" w:color="auto" w:fill="00B0F0"/>
          </w:tcPr>
          <w:p w14:paraId="52322C75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Control Assessment</w:t>
            </w:r>
          </w:p>
        </w:tc>
        <w:tc>
          <w:tcPr>
            <w:tcW w:w="2632" w:type="dxa"/>
            <w:gridSpan w:val="5"/>
            <w:shd w:val="clear" w:color="auto" w:fill="00B0F0"/>
          </w:tcPr>
          <w:p w14:paraId="69E05F3D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Actions</w:t>
            </w:r>
          </w:p>
        </w:tc>
      </w:tr>
      <w:tr w:rsidR="000D14E7" w:rsidRPr="00901990" w14:paraId="40A6DCE3" w14:textId="77777777" w:rsidTr="0002501E">
        <w:trPr>
          <w:trHeight w:val="383"/>
          <w:tblHeader/>
        </w:trPr>
        <w:tc>
          <w:tcPr>
            <w:tcW w:w="988" w:type="dxa"/>
            <w:vMerge w:val="restart"/>
            <w:shd w:val="clear" w:color="auto" w:fill="DEEAF6" w:themeFill="accent1" w:themeFillTint="33"/>
          </w:tcPr>
          <w:p w14:paraId="639A8EA7" w14:textId="77777777" w:rsidR="000D14E7" w:rsidRPr="00D1025C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Hazard Category</w:t>
            </w:r>
          </w:p>
        </w:tc>
        <w:tc>
          <w:tcPr>
            <w:tcW w:w="1417" w:type="dxa"/>
            <w:vMerge w:val="restart"/>
            <w:shd w:val="clear" w:color="auto" w:fill="DEEAF6" w:themeFill="accent1" w:themeFillTint="33"/>
          </w:tcPr>
          <w:p w14:paraId="3B5F95C1" w14:textId="77777777" w:rsidR="000D14E7" w:rsidRPr="00D1025C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Hazards Identified</w:t>
            </w:r>
          </w:p>
          <w:p w14:paraId="5D00D4F8" w14:textId="77777777" w:rsidR="000D14E7" w:rsidRPr="00D1025C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DEEAF6" w:themeFill="accent1" w:themeFillTint="33"/>
          </w:tcPr>
          <w:p w14:paraId="2EC63B5A" w14:textId="736CFC4E" w:rsidR="000D14E7" w:rsidRPr="00D1025C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Who might be harmed?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</w:tcPr>
          <w:p w14:paraId="05DFB128" w14:textId="77777777" w:rsidR="000D14E7" w:rsidRPr="00D1025C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How might people be harmed?</w:t>
            </w:r>
          </w:p>
        </w:tc>
        <w:tc>
          <w:tcPr>
            <w:tcW w:w="2410" w:type="dxa"/>
            <w:gridSpan w:val="2"/>
            <w:vMerge w:val="restart"/>
            <w:shd w:val="clear" w:color="auto" w:fill="DEEAF6" w:themeFill="accent1" w:themeFillTint="33"/>
          </w:tcPr>
          <w:p w14:paraId="719C0D9E" w14:textId="77777777" w:rsidR="000D14E7" w:rsidRPr="00D1025C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Existing Control Measures</w:t>
            </w:r>
          </w:p>
        </w:tc>
        <w:tc>
          <w:tcPr>
            <w:tcW w:w="860" w:type="dxa"/>
            <w:gridSpan w:val="3"/>
            <w:shd w:val="clear" w:color="auto" w:fill="DEEAF6" w:themeFill="accent1" w:themeFillTint="33"/>
          </w:tcPr>
          <w:p w14:paraId="0AC3482F" w14:textId="77777777" w:rsidR="000D14E7" w:rsidRPr="00D1025C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Initial Risk Rating</w:t>
            </w:r>
          </w:p>
        </w:tc>
        <w:tc>
          <w:tcPr>
            <w:tcW w:w="940" w:type="dxa"/>
            <w:gridSpan w:val="2"/>
            <w:vMerge w:val="restart"/>
            <w:shd w:val="clear" w:color="auto" w:fill="DEEAF6" w:themeFill="accent1" w:themeFillTint="33"/>
          </w:tcPr>
          <w:p w14:paraId="00B4E834" w14:textId="77777777" w:rsidR="000D14E7" w:rsidRPr="00D1025C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Are these adequate?</w:t>
            </w:r>
          </w:p>
          <w:p w14:paraId="373CBE0D" w14:textId="77777777" w:rsidR="000D14E7" w:rsidRPr="00D1025C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Yes/No</w:t>
            </w:r>
          </w:p>
          <w:p w14:paraId="3053C42E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1540" w:type="dxa"/>
            <w:gridSpan w:val="2"/>
            <w:vMerge w:val="restart"/>
            <w:shd w:val="clear" w:color="auto" w:fill="DEEAF6" w:themeFill="accent1" w:themeFillTint="33"/>
          </w:tcPr>
          <w:p w14:paraId="1899D448" w14:textId="77777777" w:rsidR="000D14E7" w:rsidRPr="00D1025C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Changes to/ Additional Controls</w:t>
            </w:r>
          </w:p>
        </w:tc>
        <w:tc>
          <w:tcPr>
            <w:tcW w:w="974" w:type="dxa"/>
            <w:gridSpan w:val="3"/>
            <w:shd w:val="clear" w:color="auto" w:fill="DEEAF6" w:themeFill="accent1" w:themeFillTint="33"/>
          </w:tcPr>
          <w:p w14:paraId="60719124" w14:textId="77777777" w:rsidR="000D14E7" w:rsidRPr="00D1025C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Residual Risk Rating</w:t>
            </w:r>
          </w:p>
        </w:tc>
        <w:tc>
          <w:tcPr>
            <w:tcW w:w="950" w:type="dxa"/>
            <w:gridSpan w:val="2"/>
            <w:vMerge w:val="restart"/>
            <w:shd w:val="clear" w:color="auto" w:fill="DEEAF6" w:themeFill="accent1" w:themeFillTint="33"/>
          </w:tcPr>
          <w:p w14:paraId="7FD9FAC0" w14:textId="77777777" w:rsidR="000D14E7" w:rsidRPr="00D1025C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Owner</w:t>
            </w:r>
          </w:p>
        </w:tc>
        <w:tc>
          <w:tcPr>
            <w:tcW w:w="827" w:type="dxa"/>
            <w:gridSpan w:val="2"/>
            <w:vMerge w:val="restart"/>
            <w:shd w:val="clear" w:color="auto" w:fill="DEEAF6" w:themeFill="accent1" w:themeFillTint="33"/>
          </w:tcPr>
          <w:p w14:paraId="68758E6F" w14:textId="77777777" w:rsidR="000D14E7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Due </w:t>
            </w:r>
          </w:p>
          <w:p w14:paraId="00E62DBE" w14:textId="77777777" w:rsidR="000D14E7" w:rsidRPr="00D1025C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Date</w:t>
            </w:r>
          </w:p>
          <w:p w14:paraId="19757757" w14:textId="77777777" w:rsidR="000D14E7" w:rsidRPr="00D1025C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vMerge w:val="restart"/>
            <w:shd w:val="clear" w:color="auto" w:fill="DEEAF6" w:themeFill="accent1" w:themeFillTint="33"/>
          </w:tcPr>
          <w:p w14:paraId="4A70099E" w14:textId="77777777" w:rsidR="000D14E7" w:rsidRPr="00D1025C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Action Complete</w:t>
            </w:r>
          </w:p>
          <w:p w14:paraId="472DBC8A" w14:textId="77777777" w:rsidR="000D14E7" w:rsidRPr="00D1025C" w:rsidRDefault="000D14E7" w:rsidP="000D14E7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0D14E7" w:rsidRPr="00901990" w14:paraId="6AEF27C6" w14:textId="77777777" w:rsidTr="0002501E">
        <w:trPr>
          <w:trHeight w:val="93"/>
          <w:tblHeader/>
        </w:trPr>
        <w:tc>
          <w:tcPr>
            <w:tcW w:w="988" w:type="dxa"/>
            <w:vMerge/>
          </w:tcPr>
          <w:p w14:paraId="5C74D9BD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417" w:type="dxa"/>
            <w:vMerge/>
          </w:tcPr>
          <w:p w14:paraId="09D2095F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gridSpan w:val="2"/>
            <w:vMerge/>
          </w:tcPr>
          <w:p w14:paraId="59BE2F97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vMerge/>
          </w:tcPr>
          <w:p w14:paraId="7034A8E4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410" w:type="dxa"/>
            <w:gridSpan w:val="2"/>
            <w:vMerge/>
          </w:tcPr>
          <w:p w14:paraId="2F402864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DEEAF6" w:themeFill="accent1" w:themeFillTint="33"/>
          </w:tcPr>
          <w:p w14:paraId="4B5A5E04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S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DEEAF6" w:themeFill="accent1" w:themeFillTint="33"/>
          </w:tcPr>
          <w:p w14:paraId="64D5A98D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L</w:t>
            </w:r>
          </w:p>
        </w:tc>
        <w:tc>
          <w:tcPr>
            <w:tcW w:w="293" w:type="dxa"/>
            <w:tcBorders>
              <w:bottom w:val="nil"/>
            </w:tcBorders>
            <w:shd w:val="clear" w:color="auto" w:fill="DEEAF6" w:themeFill="accent1" w:themeFillTint="33"/>
          </w:tcPr>
          <w:p w14:paraId="73D667DA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R</w:t>
            </w:r>
          </w:p>
        </w:tc>
        <w:tc>
          <w:tcPr>
            <w:tcW w:w="940" w:type="dxa"/>
            <w:gridSpan w:val="2"/>
            <w:vMerge/>
          </w:tcPr>
          <w:p w14:paraId="035B0A0A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540" w:type="dxa"/>
            <w:gridSpan w:val="2"/>
            <w:vMerge/>
          </w:tcPr>
          <w:p w14:paraId="569CCE37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bottom w:val="nil"/>
            </w:tcBorders>
            <w:shd w:val="clear" w:color="auto" w:fill="DEEAF6" w:themeFill="accent1" w:themeFillTint="33"/>
          </w:tcPr>
          <w:p w14:paraId="589FF0BE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S</w:t>
            </w:r>
          </w:p>
        </w:tc>
        <w:tc>
          <w:tcPr>
            <w:tcW w:w="298" w:type="dxa"/>
            <w:tcBorders>
              <w:bottom w:val="nil"/>
            </w:tcBorders>
            <w:shd w:val="clear" w:color="auto" w:fill="DEEAF6" w:themeFill="accent1" w:themeFillTint="33"/>
          </w:tcPr>
          <w:p w14:paraId="0AE37DEC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L</w:t>
            </w:r>
          </w:p>
        </w:tc>
        <w:tc>
          <w:tcPr>
            <w:tcW w:w="378" w:type="dxa"/>
            <w:tcBorders>
              <w:bottom w:val="nil"/>
            </w:tcBorders>
            <w:shd w:val="clear" w:color="auto" w:fill="DEEAF6" w:themeFill="accent1" w:themeFillTint="33"/>
          </w:tcPr>
          <w:p w14:paraId="5462727E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R</w:t>
            </w:r>
          </w:p>
        </w:tc>
        <w:tc>
          <w:tcPr>
            <w:tcW w:w="950" w:type="dxa"/>
            <w:gridSpan w:val="2"/>
            <w:vMerge/>
          </w:tcPr>
          <w:p w14:paraId="5FCF289C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vMerge/>
          </w:tcPr>
          <w:p w14:paraId="2955C489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vMerge/>
          </w:tcPr>
          <w:p w14:paraId="5A6189C5" w14:textId="77777777" w:rsidR="000D14E7" w:rsidRPr="00901990" w:rsidRDefault="000D14E7" w:rsidP="000D14E7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</w:tr>
      <w:tr w:rsidR="000D14E7" w:rsidRPr="00901990" w14:paraId="5B03FC9C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2411D19B" w14:textId="029AC7CD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AA2EBF1" w14:textId="1527D03E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Loading and unloading activities from car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426514" w14:textId="7E9426AD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092C72A8" w14:textId="093DA61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Back injuries from lifting and lowering heavy objects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41DC17C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Use gripper gloves for heavy loads and multiple objects.</w:t>
            </w:r>
          </w:p>
          <w:p w14:paraId="1DA743D3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Observe good practice in manual </w:t>
            </w:r>
            <w:proofErr w:type="gram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handling;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e.g., lift from the legs and keep back upright. </w:t>
            </w:r>
          </w:p>
          <w:p w14:paraId="093747F7" w14:textId="4106CC0F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heavy objects with multiple people.</w:t>
            </w:r>
          </w:p>
        </w:tc>
        <w:tc>
          <w:tcPr>
            <w:tcW w:w="283" w:type="dxa"/>
            <w:shd w:val="clear" w:color="auto" w:fill="auto"/>
          </w:tcPr>
          <w:p w14:paraId="28D0734C" w14:textId="79032292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84" w:type="dxa"/>
            <w:shd w:val="clear" w:color="auto" w:fill="auto"/>
          </w:tcPr>
          <w:p w14:paraId="5FE3F6A9" w14:textId="0CF84E63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477A993F" w14:textId="4448A3B4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555D649" w14:textId="60A9916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090A848A" w14:textId="62C3FCF9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738B69B0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66270AF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4989CB35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6457DBB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72F541BA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5E771C2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0D14E7" w:rsidRPr="00901990" w14:paraId="679F105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08B376FE" w14:textId="1D196E10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67E89310" w14:textId="1150C18A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Packing and unpacking heavy boxes, potentially containing broken parts after transit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05EADC5" w14:textId="4F2717C4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68BD4B5F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Back injuries from lifting and lowering heavy objects.</w:t>
            </w:r>
          </w:p>
          <w:p w14:paraId="2B3D3A0E" w14:textId="105BA059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Skin piercing from sharp broken objects.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53837C2" w14:textId="048E896A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When lifting boxes, observe good practice in manual </w:t>
            </w:r>
            <w:proofErr w:type="gram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handling;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e.g., lift from the legs and keep back upright. </w:t>
            </w:r>
          </w:p>
          <w:p w14:paraId="35F6E329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heavy objects with multiple people.</w:t>
            </w:r>
          </w:p>
          <w:p w14:paraId="6B601A14" w14:textId="6DEAC9AD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Take care when opening boxes and inspect visually before reaching in in case contents have broken in transit.</w:t>
            </w:r>
          </w:p>
          <w:p w14:paraId="486541E4" w14:textId="2AA4D106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If contents have broken, carefully remove from box and dispose of in suitable waste.</w:t>
            </w:r>
          </w:p>
          <w:p w14:paraId="1C5D8C74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Place contents carefully into boxes and ensure any fragile items are suitably wrapped.</w:t>
            </w:r>
          </w:p>
          <w:p w14:paraId="66E8FC9B" w14:textId="34A2BDC1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overfill boxes.</w:t>
            </w:r>
          </w:p>
        </w:tc>
        <w:tc>
          <w:tcPr>
            <w:tcW w:w="283" w:type="dxa"/>
            <w:shd w:val="clear" w:color="auto" w:fill="auto"/>
          </w:tcPr>
          <w:p w14:paraId="132FB821" w14:textId="4B07EC33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Medium</w:t>
            </w:r>
          </w:p>
        </w:tc>
        <w:tc>
          <w:tcPr>
            <w:tcW w:w="284" w:type="dxa"/>
            <w:shd w:val="clear" w:color="auto" w:fill="auto"/>
          </w:tcPr>
          <w:p w14:paraId="28B77A18" w14:textId="77EED198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21D3B5B9" w14:textId="6740F68D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51EF4D3A" w14:textId="5482B1E0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64728DCC" w14:textId="3EA2E6C0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19B6C23F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1346BD63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1BDC31EB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6973CBA0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1A57AF5D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0EF4E64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0D14E7" w:rsidRPr="00901990" w14:paraId="09D2A920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7D0B805A" w14:textId="77714611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3D47F2B5" w14:textId="62D0D856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Heavy mineral specimens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C36E6E5" w14:textId="34FA2081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31448A34" w14:textId="42F9A7A3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Heavy specimens dropped on fingers or toes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408B4FB" w14:textId="62254641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Mineral specimens handled under supervision of a trained demonstrator.</w:t>
            </w:r>
          </w:p>
          <w:p w14:paraId="2D76AA69" w14:textId="2299C5C0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Only trained demonstrators to handle the heaviest mineral specimens; </w:t>
            </w:r>
            <w:proofErr w:type="gram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otherwise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they are left stationary on the table.</w:t>
            </w:r>
          </w:p>
        </w:tc>
        <w:tc>
          <w:tcPr>
            <w:tcW w:w="283" w:type="dxa"/>
            <w:shd w:val="clear" w:color="auto" w:fill="auto"/>
          </w:tcPr>
          <w:p w14:paraId="3C74367E" w14:textId="6E7A04AA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515B4A07" w14:textId="7C7B9E35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3633C89C" w14:textId="44B0615B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7BA3C8E2" w14:textId="15429AF6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555E797D" w14:textId="6B0100E0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2467A620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375CDAD0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00433874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2DD97A48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0B34E238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06D739D7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0D14E7" w:rsidRPr="00901990" w14:paraId="185A5089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18872473" w14:textId="27476E17" w:rsidR="000D14E7" w:rsidRDefault="00585C4C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Stabbing</w:t>
            </w:r>
          </w:p>
        </w:tc>
        <w:tc>
          <w:tcPr>
            <w:tcW w:w="1417" w:type="dxa"/>
            <w:shd w:val="clear" w:color="auto" w:fill="auto"/>
          </w:tcPr>
          <w:p w14:paraId="138DFCD0" w14:textId="48273D57" w:rsidR="000D14E7" w:rsidRPr="00731342" w:rsidRDefault="00585C4C" w:rsidP="000D14E7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Sharp mineral specimens</w:t>
            </w:r>
            <w:r w:rsidR="000D14E7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may present stab hazard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9287168" w14:textId="0BE97FB0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2F938550" w14:textId="33015B00" w:rsidR="000D14E7" w:rsidRPr="007D6262" w:rsidRDefault="00585C4C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Scratches and punctured skin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CBFD9B4" w14:textId="5F2FE206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Advise participants to </w:t>
            </w:r>
            <w:r w:rsidR="00585C4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handle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pieces slowly and carefully</w:t>
            </w:r>
            <w:r w:rsidR="00585C4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, being careful to avoid sharp points and edges on the specimens.</w:t>
            </w:r>
          </w:p>
          <w:p w14:paraId="496E226E" w14:textId="08A3C2C5" w:rsidR="000D14E7" w:rsidRPr="00731342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Remove and dispose of any broken pieces.</w:t>
            </w:r>
          </w:p>
        </w:tc>
        <w:tc>
          <w:tcPr>
            <w:tcW w:w="283" w:type="dxa"/>
            <w:shd w:val="clear" w:color="auto" w:fill="auto"/>
          </w:tcPr>
          <w:p w14:paraId="212BC408" w14:textId="02F024B9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270C3A3A" w14:textId="50D6A2A9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1B229C50" w14:textId="1A8B3908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19D3695B" w14:textId="7F820C02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5E7D75B0" w14:textId="43A681D5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0E18D288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69516CF7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73CE3D75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A18A9C3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2F358C36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450BC73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0D14E7" w:rsidRPr="00901990" w14:paraId="4BC1904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6EB60DF1" w14:textId="32936B82" w:rsidR="000D14E7" w:rsidRPr="004A7C4F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941CC69" w14:textId="6DAFE1C5" w:rsidR="000D14E7" w:rsidRPr="00731342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Congestion – people, tables, equipment and activities in </w:t>
            </w:r>
            <w:proofErr w:type="gramStart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close proximity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14:paraId="4C4BCDB5" w14:textId="76D92272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131F725F" w14:textId="6FAEB58E" w:rsidR="000D14E7" w:rsidRPr="007D6262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Bruising on elbows, knees, heads or other extremities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094CED8" w14:textId="5F31759B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Ensure a gap of at least 1m between tables to allow free movement of people.</w:t>
            </w:r>
          </w:p>
          <w:p w14:paraId="605E2D53" w14:textId="5A275B9C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Ensure tables are placed such that participant areas are obvious and only demonstrators can go behind them. </w:t>
            </w:r>
          </w:p>
          <w:p w14:paraId="38736348" w14:textId="6764FD3A" w:rsidR="000D14E7" w:rsidRPr="00731342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Keep area clear by storing activities not in use in their boxes and placing boxes out of the way, e.g., under tables.</w:t>
            </w:r>
          </w:p>
        </w:tc>
        <w:tc>
          <w:tcPr>
            <w:tcW w:w="283" w:type="dxa"/>
            <w:shd w:val="clear" w:color="auto" w:fill="auto"/>
          </w:tcPr>
          <w:p w14:paraId="3DB4808C" w14:textId="10301C44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Low</w:t>
            </w:r>
          </w:p>
        </w:tc>
        <w:tc>
          <w:tcPr>
            <w:tcW w:w="284" w:type="dxa"/>
            <w:shd w:val="clear" w:color="auto" w:fill="auto"/>
          </w:tcPr>
          <w:p w14:paraId="50B447F6" w14:textId="65D02678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2F397EB0" w14:textId="35A65B42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BBDE301" w14:textId="1EC45B50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4EBA78A0" w14:textId="028A5C9E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62B2751A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7343649F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7B782377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AF5883D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48785750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BBA7905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0D14E7" w:rsidRPr="00901990" w14:paraId="00AF7D42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6D3F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Allergic reaction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E2C1" w14:textId="77777777" w:rsidR="000D14E7" w:rsidRPr="00731342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Allergic reaction to stickers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6C9ED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4B55" w14:textId="77777777" w:rsidR="000D14E7" w:rsidRPr="007D6262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Development of itchy, red raised skin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FEB99" w14:textId="77777777" w:rsidR="000D14E7" w:rsidRPr="00731342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When giving out stickers, advise participants to place them on clothing, avoiding skin.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1FD5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DA4A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0D4B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C9DE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D1866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DD739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7B33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3709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1023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ED94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040F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0D14E7" w:rsidRPr="00901990" w14:paraId="4F9BE7AB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3AF67" w14:textId="0244DCC6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Paper cuts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EE77" w14:textId="2BA156AF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Paper cuts from paper and card materials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2260" w14:textId="4CF4E50F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479DD" w14:textId="4DA85068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Paper cuts to fingers from paper and card materials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ECC27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paper and card materials with care.</w:t>
            </w:r>
          </w:p>
          <w:p w14:paraId="0DC40DF2" w14:textId="6A530925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run fingers along edges of paper materials.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BDBA" w14:textId="36BE5DFC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66FC" w14:textId="69AE9B5F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7FEE" w14:textId="47025853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D91A6" w14:textId="63635375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6306" w14:textId="68FD3392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8AF3A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719F0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EC2C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219C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D3E68" w14:textId="77777777" w:rsidR="000D14E7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E25E" w14:textId="77777777" w:rsidR="000D14E7" w:rsidRPr="00D1025C" w:rsidRDefault="000D14E7" w:rsidP="000D14E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</w:tbl>
    <w:p w14:paraId="12079FF5" w14:textId="77777777" w:rsidR="00D84F59" w:rsidRDefault="00D84F59" w:rsidP="003D70F2"/>
    <w:sectPr w:rsidR="00D84F59" w:rsidSect="00C377D6">
      <w:headerReference w:type="default" r:id="rId9"/>
      <w:footerReference w:type="even" r:id="rId10"/>
      <w:footerReference w:type="default" r:id="rId11"/>
      <w:pgSz w:w="16838" w:h="11906" w:orient="landscape"/>
      <w:pgMar w:top="13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DE4A8" w14:textId="77777777" w:rsidR="00A71F3A" w:rsidRDefault="00A71F3A" w:rsidP="00A71B38">
      <w:pPr>
        <w:spacing w:after="0" w:line="240" w:lineRule="auto"/>
      </w:pPr>
      <w:r>
        <w:separator/>
      </w:r>
    </w:p>
  </w:endnote>
  <w:endnote w:type="continuationSeparator" w:id="0">
    <w:p w14:paraId="2C08F9BD" w14:textId="77777777" w:rsidR="00A71F3A" w:rsidRDefault="00A71F3A" w:rsidP="00A71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12857372"/>
      <w:docPartObj>
        <w:docPartGallery w:val="Page Numbers (Bottom of Page)"/>
        <w:docPartUnique/>
      </w:docPartObj>
    </w:sdtPr>
    <w:sdtContent>
      <w:p w14:paraId="71384347" w14:textId="60EF56C3" w:rsidR="009C0F9B" w:rsidRDefault="009C0F9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3827657" w14:textId="77777777" w:rsidR="009C0F9B" w:rsidRDefault="009C0F9B" w:rsidP="009C0F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51128879"/>
      <w:docPartObj>
        <w:docPartGallery w:val="Page Numbers (Bottom of Page)"/>
        <w:docPartUnique/>
      </w:docPartObj>
    </w:sdtPr>
    <w:sdtContent>
      <w:p w14:paraId="122AB06B" w14:textId="1BCCD314" w:rsidR="009C0F9B" w:rsidRDefault="009C0F9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770A7D7" w14:textId="77777777" w:rsidR="009C0F9B" w:rsidRDefault="009C0F9B" w:rsidP="009C0F9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493C0" w14:textId="77777777" w:rsidR="00A71F3A" w:rsidRDefault="00A71F3A" w:rsidP="00A71B38">
      <w:pPr>
        <w:spacing w:after="0" w:line="240" w:lineRule="auto"/>
      </w:pPr>
      <w:r>
        <w:separator/>
      </w:r>
    </w:p>
  </w:footnote>
  <w:footnote w:type="continuationSeparator" w:id="0">
    <w:p w14:paraId="695E137B" w14:textId="77777777" w:rsidR="00A71F3A" w:rsidRDefault="00A71F3A" w:rsidP="00A71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1CB6" w14:textId="77777777" w:rsidR="00A71B38" w:rsidRDefault="00A71B3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4620769B" wp14:editId="66730148">
          <wp:simplePos x="0" y="0"/>
          <wp:positionH relativeFrom="margin">
            <wp:posOffset>7527341</wp:posOffset>
          </wp:positionH>
          <wp:positionV relativeFrom="paragraph">
            <wp:posOffset>-132614</wp:posOffset>
          </wp:positionV>
          <wp:extent cx="1362075" cy="453390"/>
          <wp:effectExtent l="0" t="0" r="9525" b="381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iversity of Birmingham logo - full colour RBG.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453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3B7"/>
    <w:rsid w:val="000055DA"/>
    <w:rsid w:val="00022FFA"/>
    <w:rsid w:val="0002501E"/>
    <w:rsid w:val="000425DE"/>
    <w:rsid w:val="000508F4"/>
    <w:rsid w:val="00082F91"/>
    <w:rsid w:val="00092BBF"/>
    <w:rsid w:val="00094F87"/>
    <w:rsid w:val="000D14E7"/>
    <w:rsid w:val="000E29AA"/>
    <w:rsid w:val="00126A78"/>
    <w:rsid w:val="001B6F93"/>
    <w:rsid w:val="001C1F97"/>
    <w:rsid w:val="001D450E"/>
    <w:rsid w:val="001E2F9A"/>
    <w:rsid w:val="001E3119"/>
    <w:rsid w:val="001E4B37"/>
    <w:rsid w:val="001F5F86"/>
    <w:rsid w:val="00224467"/>
    <w:rsid w:val="00227696"/>
    <w:rsid w:val="00261BE6"/>
    <w:rsid w:val="002830E1"/>
    <w:rsid w:val="002C2EC8"/>
    <w:rsid w:val="002E4EAE"/>
    <w:rsid w:val="002E5FE5"/>
    <w:rsid w:val="002F3321"/>
    <w:rsid w:val="00345A0F"/>
    <w:rsid w:val="00370D84"/>
    <w:rsid w:val="003A22F3"/>
    <w:rsid w:val="003B2A53"/>
    <w:rsid w:val="003B33F0"/>
    <w:rsid w:val="003C4F3E"/>
    <w:rsid w:val="003C5151"/>
    <w:rsid w:val="003D70F2"/>
    <w:rsid w:val="00407DEB"/>
    <w:rsid w:val="00443D9C"/>
    <w:rsid w:val="00456F71"/>
    <w:rsid w:val="004A7C4F"/>
    <w:rsid w:val="004B6934"/>
    <w:rsid w:val="004E0CFD"/>
    <w:rsid w:val="004E599A"/>
    <w:rsid w:val="004E60E7"/>
    <w:rsid w:val="004F461B"/>
    <w:rsid w:val="005046F9"/>
    <w:rsid w:val="00534E14"/>
    <w:rsid w:val="00545C0B"/>
    <w:rsid w:val="0056449C"/>
    <w:rsid w:val="00585C4C"/>
    <w:rsid w:val="00592118"/>
    <w:rsid w:val="005C29A0"/>
    <w:rsid w:val="005C2D35"/>
    <w:rsid w:val="005D0168"/>
    <w:rsid w:val="006110DD"/>
    <w:rsid w:val="0062067F"/>
    <w:rsid w:val="0062152B"/>
    <w:rsid w:val="00677472"/>
    <w:rsid w:val="006A3566"/>
    <w:rsid w:val="006B3B41"/>
    <w:rsid w:val="006D6372"/>
    <w:rsid w:val="00731342"/>
    <w:rsid w:val="00774880"/>
    <w:rsid w:val="007835B8"/>
    <w:rsid w:val="00783D53"/>
    <w:rsid w:val="007D6262"/>
    <w:rsid w:val="008026C5"/>
    <w:rsid w:val="00815189"/>
    <w:rsid w:val="0081539A"/>
    <w:rsid w:val="00816E0B"/>
    <w:rsid w:val="00817858"/>
    <w:rsid w:val="00864803"/>
    <w:rsid w:val="0087300E"/>
    <w:rsid w:val="008D7156"/>
    <w:rsid w:val="008E33C1"/>
    <w:rsid w:val="008F46FB"/>
    <w:rsid w:val="00913F84"/>
    <w:rsid w:val="00916C22"/>
    <w:rsid w:val="00937317"/>
    <w:rsid w:val="0094168E"/>
    <w:rsid w:val="009661DF"/>
    <w:rsid w:val="009A7363"/>
    <w:rsid w:val="009C0F9B"/>
    <w:rsid w:val="009E07B7"/>
    <w:rsid w:val="009E3D3F"/>
    <w:rsid w:val="00A03CEF"/>
    <w:rsid w:val="00A06990"/>
    <w:rsid w:val="00A164B0"/>
    <w:rsid w:val="00A2786B"/>
    <w:rsid w:val="00A612C2"/>
    <w:rsid w:val="00A70FC7"/>
    <w:rsid w:val="00A71B38"/>
    <w:rsid w:val="00A71F3A"/>
    <w:rsid w:val="00A744E7"/>
    <w:rsid w:val="00A93783"/>
    <w:rsid w:val="00A93FE5"/>
    <w:rsid w:val="00AB10FE"/>
    <w:rsid w:val="00AC14F2"/>
    <w:rsid w:val="00AD7B90"/>
    <w:rsid w:val="00AF5210"/>
    <w:rsid w:val="00AF755A"/>
    <w:rsid w:val="00B102DE"/>
    <w:rsid w:val="00B44525"/>
    <w:rsid w:val="00B4590A"/>
    <w:rsid w:val="00B463B7"/>
    <w:rsid w:val="00B60ADF"/>
    <w:rsid w:val="00B80E3A"/>
    <w:rsid w:val="00B82E68"/>
    <w:rsid w:val="00B91A22"/>
    <w:rsid w:val="00B9244B"/>
    <w:rsid w:val="00BC25BB"/>
    <w:rsid w:val="00BD6212"/>
    <w:rsid w:val="00C160FF"/>
    <w:rsid w:val="00C165A9"/>
    <w:rsid w:val="00C3572D"/>
    <w:rsid w:val="00C377D6"/>
    <w:rsid w:val="00C679CD"/>
    <w:rsid w:val="00C82F81"/>
    <w:rsid w:val="00C87856"/>
    <w:rsid w:val="00CA5748"/>
    <w:rsid w:val="00CB7EBD"/>
    <w:rsid w:val="00D04BA8"/>
    <w:rsid w:val="00D1025C"/>
    <w:rsid w:val="00D14527"/>
    <w:rsid w:val="00D309C9"/>
    <w:rsid w:val="00D84F59"/>
    <w:rsid w:val="00D94851"/>
    <w:rsid w:val="00DB255D"/>
    <w:rsid w:val="00DD35A8"/>
    <w:rsid w:val="00DF24FB"/>
    <w:rsid w:val="00DF6AF5"/>
    <w:rsid w:val="00E01962"/>
    <w:rsid w:val="00E242D1"/>
    <w:rsid w:val="00E25CED"/>
    <w:rsid w:val="00E4046A"/>
    <w:rsid w:val="00E5392A"/>
    <w:rsid w:val="00E54340"/>
    <w:rsid w:val="00E72FFD"/>
    <w:rsid w:val="00E81D75"/>
    <w:rsid w:val="00E960D5"/>
    <w:rsid w:val="00F02D36"/>
    <w:rsid w:val="00F03764"/>
    <w:rsid w:val="00F90057"/>
    <w:rsid w:val="00F91BA3"/>
    <w:rsid w:val="00FB4FF6"/>
    <w:rsid w:val="00FD12C3"/>
    <w:rsid w:val="00FE16F5"/>
    <w:rsid w:val="368369E7"/>
    <w:rsid w:val="44F44E73"/>
    <w:rsid w:val="4C5B10D4"/>
    <w:rsid w:val="4E7807B6"/>
    <w:rsid w:val="6F489E12"/>
    <w:rsid w:val="7639C447"/>
    <w:rsid w:val="7AE3E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C448A1"/>
  <w15:chartTrackingRefBased/>
  <w15:docId w15:val="{534CEA0A-BCA9-45B7-9267-837FCD86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463B7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B463B7"/>
    <w:rPr>
      <w:rFonts w:ascii="Arial" w:eastAsia="Times New Roman" w:hAnsi="Arial" w:cs="Times New Roman"/>
      <w:b/>
      <w:sz w:val="28"/>
      <w:szCs w:val="20"/>
      <w:u w:val="single"/>
    </w:rPr>
  </w:style>
  <w:style w:type="character" w:styleId="PlaceholderText">
    <w:name w:val="Placeholder Text"/>
    <w:basedOn w:val="DefaultParagraphFont"/>
    <w:uiPriority w:val="99"/>
    <w:semiHidden/>
    <w:rsid w:val="008E33C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71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B38"/>
  </w:style>
  <w:style w:type="paragraph" w:styleId="Footer">
    <w:name w:val="footer"/>
    <w:basedOn w:val="Normal"/>
    <w:link w:val="FooterChar"/>
    <w:uiPriority w:val="99"/>
    <w:unhideWhenUsed/>
    <w:rsid w:val="00A71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B38"/>
  </w:style>
  <w:style w:type="paragraph" w:styleId="Revision">
    <w:name w:val="Revision"/>
    <w:hidden/>
    <w:uiPriority w:val="99"/>
    <w:semiHidden/>
    <w:rsid w:val="003B2A5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E1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16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6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6F5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C0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2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5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6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8E46E83247C14785BE64DB4233C3E1" ma:contentTypeVersion="4" ma:contentTypeDescription="Create a new document." ma:contentTypeScope="" ma:versionID="123a3028ff79f85eaa8633ad3b1cf873">
  <xsd:schema xmlns:xsd="http://www.w3.org/2001/XMLSchema" xmlns:xs="http://www.w3.org/2001/XMLSchema" xmlns:p="http://schemas.microsoft.com/office/2006/metadata/properties" xmlns:ns2="e06d0dde-745e-437e-8230-0f0eb0fca078" targetNamespace="http://schemas.microsoft.com/office/2006/metadata/properties" ma:root="true" ma:fieldsID="b1c80f6c3c2177b54f261f2157016529" ns2:_="">
    <xsd:import namespace="e06d0dde-745e-437e-8230-0f0eb0fca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d0dde-745e-437e-8230-0f0eb0fca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5572BB-E07F-43B8-8AB1-0F1B66CE2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14AE80-7F0F-440D-A9A0-DA6F9D0D5F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2BEB59-3344-48DE-9C04-600A18707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d0dde-745e-437e-8230-0f0eb0fca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178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UoB IT Services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Rogers (Workplace Wellbeing)</dc:creator>
  <cp:keywords/>
  <dc:description/>
  <cp:lastModifiedBy>Hamish Yeung (Chemistry)</cp:lastModifiedBy>
  <cp:revision>38</cp:revision>
  <dcterms:created xsi:type="dcterms:W3CDTF">2024-05-28T11:40:00Z</dcterms:created>
  <dcterms:modified xsi:type="dcterms:W3CDTF">2024-07-02T15:37:00Z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0x010100D08E46E83247C14785BE64DB4233C3E1</vt:lpwstr>
  </property>
</Properties>
</file>